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28C8" w14:textId="77777777" w:rsidR="00351C3A" w:rsidRDefault="00351C3A" w:rsidP="00351C3A">
      <w:pPr>
        <w:pStyle w:val="Title"/>
        <w:spacing w:line="360" w:lineRule="auto"/>
        <w:jc w:val="right"/>
        <w:rPr>
          <w:lang w:val="en-ZA"/>
        </w:rPr>
      </w:pPr>
      <w:bookmarkStart w:id="0" w:name="_Toc56934147"/>
      <w:bookmarkStart w:id="1" w:name="_Toc56935800"/>
      <w:bookmarkStart w:id="2" w:name="_Toc56936528"/>
      <w:bookmarkStart w:id="3" w:name="_Ref58047222"/>
      <w:bookmarkStart w:id="4" w:name="_Toc58047343"/>
    </w:p>
    <w:p w14:paraId="345C70E6" w14:textId="77777777" w:rsidR="00D90C68" w:rsidRDefault="00D90C68" w:rsidP="00351C3A">
      <w:pPr>
        <w:pStyle w:val="Title"/>
        <w:spacing w:line="360" w:lineRule="auto"/>
        <w:jc w:val="right"/>
        <w:rPr>
          <w:lang w:val="en-ZA"/>
        </w:rPr>
      </w:pPr>
    </w:p>
    <w:p w14:paraId="39DCE6B9" w14:textId="77777777" w:rsidR="00351C3A" w:rsidRPr="00007091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14:paraId="6A25FC10" w14:textId="77777777" w:rsidR="00F10B3C" w:rsidRDefault="00F10B3C" w:rsidP="00F10B3C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 w:val="32"/>
          <w:lang w:val="en-ZA"/>
        </w:rPr>
        <w:t>S</w:t>
      </w:r>
      <w:r w:rsidRPr="00007091">
        <w:rPr>
          <w:rFonts w:ascii="Arial" w:hAnsi="Arial" w:cs="Arial"/>
          <w:sz w:val="32"/>
          <w:lang w:val="en-ZA"/>
        </w:rPr>
        <w:t xml:space="preserve">ARS </w:t>
      </w:r>
      <w:r>
        <w:rPr>
          <w:rFonts w:ascii="Arial" w:hAnsi="Arial" w:cs="Arial"/>
          <w:sz w:val="32"/>
          <w:lang w:val="en-ZA"/>
        </w:rPr>
        <w:t>RFP 08-2022</w:t>
      </w:r>
    </w:p>
    <w:p w14:paraId="4E43CF06" w14:textId="77777777" w:rsidR="00F10B3C" w:rsidRDefault="00F10B3C" w:rsidP="00F10B3C">
      <w:pPr>
        <w:pStyle w:val="Cover"/>
        <w:spacing w:before="240" w:after="0" w:line="276" w:lineRule="auto"/>
        <w:rPr>
          <w:rFonts w:ascii="Arial" w:hAnsi="Arial" w:cs="Arial"/>
          <w:szCs w:val="40"/>
          <w:lang w:val="en-ZA"/>
        </w:rPr>
      </w:pPr>
      <w:r w:rsidRPr="002C420E">
        <w:rPr>
          <w:rFonts w:ascii="Arial" w:hAnsi="Arial" w:cs="Arial"/>
          <w:szCs w:val="40"/>
          <w:lang w:val="en-ZA"/>
        </w:rPr>
        <w:t xml:space="preserve">SARS TECHNICAL SECURITY </w:t>
      </w:r>
      <w:r>
        <w:rPr>
          <w:rFonts w:ascii="Arial" w:hAnsi="Arial" w:cs="Arial"/>
          <w:szCs w:val="40"/>
          <w:lang w:val="en-ZA"/>
        </w:rPr>
        <w:t xml:space="preserve">modernisation </w:t>
      </w:r>
      <w:r w:rsidRPr="002C420E">
        <w:rPr>
          <w:rFonts w:ascii="Arial" w:hAnsi="Arial" w:cs="Arial"/>
          <w:szCs w:val="40"/>
          <w:lang w:val="en-ZA"/>
        </w:rPr>
        <w:t xml:space="preserve">TENDER FOR THE PROCUREMENT </w:t>
      </w:r>
      <w:r>
        <w:rPr>
          <w:rFonts w:ascii="Arial" w:hAnsi="Arial" w:cs="Arial"/>
          <w:szCs w:val="40"/>
          <w:lang w:val="en-ZA"/>
        </w:rPr>
        <w:t xml:space="preserve">including maintenance </w:t>
      </w:r>
      <w:r w:rsidRPr="002C420E">
        <w:rPr>
          <w:rFonts w:ascii="Arial" w:hAnsi="Arial" w:cs="Arial"/>
          <w:szCs w:val="40"/>
          <w:lang w:val="en-ZA"/>
        </w:rPr>
        <w:t>OF:</w:t>
      </w:r>
    </w:p>
    <w:p w14:paraId="1A69F186" w14:textId="77777777" w:rsidR="00F10B3C" w:rsidRDefault="00F10B3C" w:rsidP="00F10B3C">
      <w:pPr>
        <w:pStyle w:val="Cover"/>
        <w:spacing w:before="240" w:after="0" w:line="276" w:lineRule="auto"/>
        <w:jc w:val="left"/>
        <w:rPr>
          <w:rFonts w:ascii="Arial" w:hAnsi="Arial" w:cs="Arial"/>
          <w:szCs w:val="40"/>
          <w:lang w:val="en-ZA"/>
        </w:rPr>
      </w:pPr>
      <w:r>
        <w:rPr>
          <w:rFonts w:ascii="Arial" w:hAnsi="Arial" w:cs="Arial"/>
          <w:szCs w:val="40"/>
          <w:lang w:val="en-ZA"/>
        </w:rPr>
        <w:t xml:space="preserve">stream 1 - </w:t>
      </w:r>
      <w:r w:rsidRPr="00B80089">
        <w:rPr>
          <w:rFonts w:ascii="Arial" w:hAnsi="Arial" w:cs="Arial"/>
          <w:szCs w:val="40"/>
          <w:lang w:val="en-ZA"/>
        </w:rPr>
        <w:t>MODERNISED CCTV SYSTEM and A LICENCE PLATE RECOGNITION SYSTEM INCLUDING MAINTENANCE FOR A PERIOD OF THREE YEARS</w:t>
      </w:r>
    </w:p>
    <w:p w14:paraId="6D635B13" w14:textId="77777777" w:rsidR="00F10B3C" w:rsidRDefault="00F10B3C" w:rsidP="00F10B3C">
      <w:pPr>
        <w:pStyle w:val="Cover"/>
        <w:spacing w:before="240" w:after="0" w:line="276" w:lineRule="auto"/>
        <w:jc w:val="left"/>
        <w:rPr>
          <w:rFonts w:ascii="Arial" w:hAnsi="Arial" w:cs="Arial"/>
          <w:szCs w:val="40"/>
          <w:lang w:val="en-ZA"/>
        </w:rPr>
      </w:pPr>
      <w:r>
        <w:rPr>
          <w:rFonts w:ascii="Arial" w:hAnsi="Arial" w:cs="Arial"/>
          <w:szCs w:val="40"/>
          <w:lang w:val="en-ZA"/>
        </w:rPr>
        <w:t xml:space="preserve">stream 2 - </w:t>
      </w:r>
      <w:r w:rsidRPr="002C420E">
        <w:rPr>
          <w:rFonts w:ascii="Arial" w:hAnsi="Arial" w:cs="Arial"/>
          <w:szCs w:val="40"/>
          <w:lang w:val="en-ZA"/>
        </w:rPr>
        <w:t>CENTRALISED ACCESS CONTROL SOLUTIONS</w:t>
      </w:r>
      <w:r>
        <w:rPr>
          <w:rFonts w:ascii="Arial" w:hAnsi="Arial" w:cs="Arial"/>
          <w:szCs w:val="40"/>
          <w:lang w:val="en-ZA"/>
        </w:rPr>
        <w:t xml:space="preserve"> (</w:t>
      </w:r>
      <w:r w:rsidRPr="002C420E">
        <w:rPr>
          <w:rFonts w:ascii="Arial" w:hAnsi="Arial" w:cs="Arial"/>
          <w:szCs w:val="40"/>
          <w:lang w:val="en-ZA"/>
        </w:rPr>
        <w:t>INCLUDING MAINTENANCE FOR A PERIOD OF THREE YEARS</w:t>
      </w:r>
      <w:r>
        <w:rPr>
          <w:rFonts w:ascii="Arial" w:hAnsi="Arial" w:cs="Arial"/>
          <w:szCs w:val="40"/>
          <w:lang w:val="en-ZA"/>
        </w:rPr>
        <w:t>)</w:t>
      </w:r>
    </w:p>
    <w:p w14:paraId="17A9C6FD" w14:textId="77777777" w:rsidR="00F10B3C" w:rsidRDefault="00F10B3C" w:rsidP="00F10B3C">
      <w:pPr>
        <w:pStyle w:val="Cover"/>
        <w:spacing w:before="240" w:after="0" w:line="276" w:lineRule="auto"/>
        <w:jc w:val="left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Cs w:val="40"/>
          <w:lang w:val="en-ZA"/>
        </w:rPr>
        <w:t xml:space="preserve">Stream 3 - </w:t>
      </w:r>
      <w:r w:rsidRPr="002C420E">
        <w:rPr>
          <w:rFonts w:ascii="Arial" w:hAnsi="Arial" w:cs="Arial"/>
          <w:szCs w:val="40"/>
          <w:lang w:val="en-ZA"/>
        </w:rPr>
        <w:t>MODERNISED ALARM SYSTEM SOLUTIONS</w:t>
      </w:r>
      <w:r>
        <w:rPr>
          <w:rFonts w:ascii="Arial" w:hAnsi="Arial" w:cs="Arial"/>
          <w:szCs w:val="40"/>
          <w:lang w:val="en-ZA"/>
        </w:rPr>
        <w:t xml:space="preserve"> (</w:t>
      </w:r>
      <w:r w:rsidRPr="002C420E">
        <w:rPr>
          <w:rFonts w:ascii="Arial" w:hAnsi="Arial" w:cs="Arial"/>
          <w:szCs w:val="40"/>
          <w:lang w:val="en-ZA"/>
        </w:rPr>
        <w:t>INCLUDING MAINTENANCE FOR A PERIOD OF THREE YEARS</w:t>
      </w:r>
      <w:r>
        <w:rPr>
          <w:rFonts w:ascii="Arial" w:hAnsi="Arial" w:cs="Arial"/>
          <w:szCs w:val="40"/>
          <w:lang w:val="en-ZA"/>
        </w:rPr>
        <w:t>)</w:t>
      </w:r>
    </w:p>
    <w:p w14:paraId="5136C084" w14:textId="77777777" w:rsidR="00783FE1" w:rsidRPr="00C647E5" w:rsidRDefault="00783FE1" w:rsidP="00783FE1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14:paraId="3C8465B0" w14:textId="77777777" w:rsidR="00D84D45" w:rsidRDefault="00D84D4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3E3DF3B2" w14:textId="77777777"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69BAB693" w14:textId="77777777" w:rsidR="00912DF5" w:rsidRDefault="00912DF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14:paraId="3AFB071C" w14:textId="77777777" w:rsidR="00D84D45" w:rsidRDefault="007C79B1" w:rsidP="00D84D45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 w:val="32"/>
          <w:lang w:val="en-ZA"/>
        </w:rPr>
        <w:t>Proposal</w:t>
      </w:r>
      <w:r w:rsidR="00DE2457">
        <w:rPr>
          <w:rFonts w:ascii="Arial" w:hAnsi="Arial" w:cs="Arial"/>
          <w:sz w:val="32"/>
          <w:lang w:val="en-ZA"/>
        </w:rPr>
        <w:t xml:space="preserve"> </w:t>
      </w:r>
      <w:r w:rsidR="00ED227E">
        <w:rPr>
          <w:rFonts w:ascii="Arial" w:hAnsi="Arial" w:cs="Arial"/>
          <w:sz w:val="32"/>
          <w:lang w:val="en-ZA"/>
        </w:rPr>
        <w:t xml:space="preserve">RESPONSE </w:t>
      </w:r>
      <w:r w:rsidR="00DE2457">
        <w:rPr>
          <w:rFonts w:ascii="Arial" w:hAnsi="Arial" w:cs="Arial"/>
          <w:sz w:val="32"/>
          <w:lang w:val="en-ZA"/>
        </w:rPr>
        <w:t>Checklist</w:t>
      </w:r>
      <w:r w:rsidR="00D84D45" w:rsidRPr="00D84D45">
        <w:rPr>
          <w:rFonts w:ascii="Arial" w:hAnsi="Arial" w:cs="Arial"/>
          <w:sz w:val="32"/>
          <w:lang w:val="en-ZA"/>
        </w:rPr>
        <w:t xml:space="preserve"> </w:t>
      </w:r>
    </w:p>
    <w:bookmarkEnd w:id="0"/>
    <w:bookmarkEnd w:id="1"/>
    <w:bookmarkEnd w:id="2"/>
    <w:bookmarkEnd w:id="3"/>
    <w:bookmarkEnd w:id="4"/>
    <w:p w14:paraId="4B4C919E" w14:textId="77777777" w:rsidR="0057083E" w:rsidRPr="006E3FB5" w:rsidRDefault="00C277FD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lang w:val="en-ZA"/>
        </w:rPr>
        <w:br w:type="page"/>
      </w:r>
      <w:r w:rsidR="00757916" w:rsidRPr="006E3FB5">
        <w:rPr>
          <w:rFonts w:ascii="Arial" w:hAnsi="Arial" w:cs="Arial"/>
          <w:b/>
          <w:sz w:val="28"/>
          <w:szCs w:val="24"/>
          <w:lang w:val="en-ZA"/>
        </w:rPr>
        <w:lastRenderedPageBreak/>
        <w:t>RFP</w:t>
      </w:r>
      <w:r w:rsidRPr="006E3FB5">
        <w:rPr>
          <w:rFonts w:ascii="Arial" w:hAnsi="Arial" w:cs="Arial"/>
          <w:b/>
          <w:sz w:val="28"/>
          <w:szCs w:val="24"/>
          <w:lang w:val="en-ZA"/>
        </w:rPr>
        <w:t xml:space="preserve"> C</w:t>
      </w:r>
      <w:r w:rsidR="00DE2457" w:rsidRPr="006E3FB5">
        <w:rPr>
          <w:rFonts w:ascii="Arial" w:hAnsi="Arial" w:cs="Arial"/>
          <w:b/>
          <w:sz w:val="28"/>
          <w:szCs w:val="24"/>
          <w:lang w:val="en-ZA"/>
        </w:rPr>
        <w:t>hecklist</w:t>
      </w:r>
    </w:p>
    <w:p w14:paraId="537B2913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14:paraId="36E38D1A" w14:textId="77777777"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6E3FB5">
        <w:rPr>
          <w:rFonts w:ascii="Arial" w:hAnsi="Arial" w:cs="Arial"/>
          <w:b/>
          <w:sz w:val="28"/>
          <w:szCs w:val="24"/>
          <w:lang w:val="en-ZA"/>
        </w:rPr>
        <w:t>[Bidder Name]</w:t>
      </w:r>
    </w:p>
    <w:p w14:paraId="52A8F80F" w14:textId="77777777" w:rsid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37413A95" w14:textId="77777777" w:rsidR="00ED227E" w:rsidRPr="00ED227E" w:rsidRDefault="00ED227E" w:rsidP="006E3FB5">
      <w:pPr>
        <w:rPr>
          <w:rFonts w:ascii="Times New Roman" w:hAnsi="Times New Roman"/>
          <w:sz w:val="24"/>
          <w:lang w:val="en-ZA"/>
        </w:rPr>
      </w:pPr>
    </w:p>
    <w:p w14:paraId="5C712584" w14:textId="77777777" w:rsidR="00DE2457" w:rsidRPr="00CF41A9" w:rsidRDefault="00DE2457" w:rsidP="00912DF5">
      <w:pPr>
        <w:pStyle w:val="Heading1Text"/>
        <w:ind w:left="0"/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The Bidder</w:t>
      </w:r>
      <w:r w:rsidR="001C3A28" w:rsidRPr="00CF41A9">
        <w:rPr>
          <w:rFonts w:ascii="Arial" w:hAnsi="Arial" w:cs="Arial"/>
          <w:sz w:val="20"/>
          <w:szCs w:val="20"/>
          <w:lang w:val="en-ZA"/>
        </w:rPr>
        <w:t>’s authorised signatory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is required to tick the checkbox after completion of the required activity and sign the document in the space provided at the bottom.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 A hardcopy of th</w:t>
      </w:r>
      <w:r w:rsidR="00772296" w:rsidRPr="00CF41A9">
        <w:rPr>
          <w:rFonts w:ascii="Arial" w:hAnsi="Arial" w:cs="Arial"/>
          <w:sz w:val="20"/>
          <w:szCs w:val="20"/>
          <w:lang w:val="en-ZA"/>
        </w:rPr>
        <w:t>is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checklist must be included in the Bidder’s </w:t>
      </w:r>
      <w:r w:rsidR="00772296" w:rsidRPr="00CF41A9">
        <w:rPr>
          <w:rFonts w:ascii="Arial" w:hAnsi="Arial" w:cs="Arial"/>
          <w:sz w:val="20"/>
          <w:szCs w:val="20"/>
          <w:lang w:val="en-ZA"/>
        </w:rPr>
        <w:t xml:space="preserve">Proposal in the </w:t>
      </w:r>
      <w:r w:rsidR="00912DF5">
        <w:rPr>
          <w:rFonts w:ascii="Arial" w:hAnsi="Arial" w:cs="Arial"/>
          <w:sz w:val="20"/>
          <w:szCs w:val="20"/>
          <w:lang w:val="en-ZA"/>
        </w:rPr>
        <w:t>Non-Pricing File</w:t>
      </w:r>
      <w:r w:rsidR="007629F3" w:rsidRPr="00CF41A9">
        <w:rPr>
          <w:rFonts w:ascii="Arial" w:hAnsi="Arial" w:cs="Arial"/>
          <w:sz w:val="20"/>
          <w:szCs w:val="20"/>
          <w:lang w:val="en-ZA"/>
        </w:rPr>
        <w:t>.</w:t>
      </w:r>
    </w:p>
    <w:p w14:paraId="7BB92C6A" w14:textId="12DD9BEA" w:rsidR="0057083E" w:rsidRDefault="00772296" w:rsidP="00C277FD">
      <w:pPr>
        <w:pStyle w:val="Heading1Text"/>
        <w:numPr>
          <w:ilvl w:val="0"/>
          <w:numId w:val="19"/>
        </w:numPr>
        <w:tabs>
          <w:tab w:val="num" w:pos="1200"/>
        </w:tabs>
        <w:ind w:hanging="720"/>
        <w:rPr>
          <w:rFonts w:ascii="Arial" w:hAnsi="Arial"/>
          <w:b/>
          <w:sz w:val="20"/>
          <w:szCs w:val="20"/>
          <w:lang w:val="en-ZA"/>
        </w:rPr>
      </w:pPr>
      <w:r w:rsidRPr="00CF41A9">
        <w:rPr>
          <w:rFonts w:ascii="Arial" w:hAnsi="Arial"/>
          <w:b/>
          <w:sz w:val="20"/>
          <w:szCs w:val="20"/>
          <w:lang w:val="en-ZA"/>
        </w:rPr>
        <w:t xml:space="preserve">The following documents were received in the RFP </w:t>
      </w:r>
      <w:r w:rsidR="006D2E53">
        <w:rPr>
          <w:rFonts w:ascii="Arial" w:hAnsi="Arial"/>
          <w:b/>
          <w:sz w:val="20"/>
          <w:szCs w:val="20"/>
          <w:lang w:val="en-ZA"/>
        </w:rPr>
        <w:t>08-2022</w:t>
      </w:r>
      <w:r w:rsidRPr="00CF41A9">
        <w:rPr>
          <w:rFonts w:ascii="Arial" w:hAnsi="Arial"/>
          <w:b/>
          <w:sz w:val="20"/>
          <w:szCs w:val="20"/>
          <w:lang w:val="en-ZA"/>
        </w:rPr>
        <w:t xml:space="preserve"> Pack and have been read and understood by the Bidder.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0"/>
        <w:gridCol w:w="1320"/>
      </w:tblGrid>
      <w:tr w:rsidR="00772296" w:rsidRPr="00772296" w14:paraId="40BD56E9" w14:textId="77777777">
        <w:trPr>
          <w:tblHeader/>
        </w:trPr>
        <w:tc>
          <w:tcPr>
            <w:tcW w:w="6240" w:type="dxa"/>
            <w:shd w:val="clear" w:color="auto" w:fill="E6E6E6"/>
            <w:vAlign w:val="center"/>
          </w:tcPr>
          <w:p w14:paraId="09E9DB31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lastRenderedPageBreak/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6B8AA3DD" w14:textId="77777777"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772296" w:rsidRPr="00916F6F" w14:paraId="71E756AC" w14:textId="77777777">
        <w:trPr>
          <w:cantSplit/>
          <w:tblHeader/>
        </w:trPr>
        <w:tc>
          <w:tcPr>
            <w:tcW w:w="6240" w:type="dxa"/>
            <w:vAlign w:val="center"/>
          </w:tcPr>
          <w:p w14:paraId="3ABC0BC6" w14:textId="285659B0" w:rsidR="00772296" w:rsidRPr="00772296" w:rsidRDefault="00772296" w:rsidP="00E719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2A77F2">
              <w:rPr>
                <w:rFonts w:ascii="Arial" w:hAnsi="Arial" w:cs="Arial"/>
                <w:sz w:val="18"/>
                <w:szCs w:val="20"/>
                <w:lang w:val="en-ZA"/>
              </w:rPr>
              <w:t xml:space="preserve">1-1 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Summary, Guidelines, I</w:t>
            </w:r>
            <w:r w:rsidR="00EA5B28">
              <w:rPr>
                <w:rFonts w:ascii="Arial" w:hAnsi="Arial" w:cs="Arial"/>
                <w:sz w:val="18"/>
                <w:szCs w:val="20"/>
                <w:lang w:val="en-ZA"/>
              </w:rPr>
              <w:t>n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structions and Conditions</w:t>
            </w:r>
          </w:p>
        </w:tc>
        <w:tc>
          <w:tcPr>
            <w:tcW w:w="1320" w:type="dxa"/>
            <w:vAlign w:val="center"/>
          </w:tcPr>
          <w:p w14:paraId="5B1C90AE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C409DD" w14:paraId="0D0DBA34" w14:textId="77777777">
        <w:trPr>
          <w:tblHeader/>
        </w:trPr>
        <w:tc>
          <w:tcPr>
            <w:tcW w:w="6240" w:type="dxa"/>
            <w:vAlign w:val="center"/>
          </w:tcPr>
          <w:p w14:paraId="52F5012A" w14:textId="1AF17608"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Confidentiality and Secrecy Undertaking</w:t>
            </w:r>
          </w:p>
        </w:tc>
        <w:tc>
          <w:tcPr>
            <w:tcW w:w="1320" w:type="dxa"/>
            <w:vAlign w:val="center"/>
          </w:tcPr>
          <w:p w14:paraId="1C3A8BB1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916F6F" w14:paraId="2E7C4357" w14:textId="77777777">
        <w:trPr>
          <w:tblHeader/>
        </w:trPr>
        <w:tc>
          <w:tcPr>
            <w:tcW w:w="6240" w:type="dxa"/>
            <w:vAlign w:val="center"/>
          </w:tcPr>
          <w:p w14:paraId="62AD1981" w14:textId="76B7817C"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="00146AA7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 w:rsidR="00AF5870">
              <w:rPr>
                <w:rFonts w:ascii="Arial" w:hAnsi="Arial" w:cs="Arial"/>
                <w:sz w:val="18"/>
                <w:szCs w:val="20"/>
                <w:lang w:val="en-ZA"/>
              </w:rPr>
              <w:t xml:space="preserve"> – Affirmation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of Secrecy</w:t>
            </w:r>
          </w:p>
        </w:tc>
        <w:tc>
          <w:tcPr>
            <w:tcW w:w="1320" w:type="dxa"/>
            <w:vAlign w:val="center"/>
          </w:tcPr>
          <w:p w14:paraId="25B8680B" w14:textId="77777777"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D2E53" w:rsidRPr="006E3FB5" w14:paraId="2D57DBE4" w14:textId="77777777" w:rsidTr="00DA6845">
        <w:trPr>
          <w:tblHeader/>
        </w:trPr>
        <w:tc>
          <w:tcPr>
            <w:tcW w:w="6240" w:type="dxa"/>
            <w:vAlign w:val="center"/>
          </w:tcPr>
          <w:p w14:paraId="176CE214" w14:textId="484185C0" w:rsidR="006D2E53" w:rsidRPr="006E3FB5" w:rsidRDefault="006D2E53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2-1 Business Requirements Specification - Stream 1 for CCTV solution</w:t>
            </w:r>
          </w:p>
        </w:tc>
        <w:tc>
          <w:tcPr>
            <w:tcW w:w="1320" w:type="dxa"/>
            <w:vAlign w:val="center"/>
          </w:tcPr>
          <w:p w14:paraId="4729E58B" w14:textId="6906E901" w:rsidR="006D2E53" w:rsidRPr="00377211" w:rsidRDefault="006D2E53" w:rsidP="006D2E53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D2E53" w:rsidRPr="006E3FB5" w14:paraId="1E0D978B" w14:textId="77777777" w:rsidTr="004F5173">
        <w:trPr>
          <w:tblHeader/>
        </w:trPr>
        <w:tc>
          <w:tcPr>
            <w:tcW w:w="6240" w:type="dxa"/>
            <w:vAlign w:val="center"/>
          </w:tcPr>
          <w:p w14:paraId="3E0E703B" w14:textId="6B35996F" w:rsidR="006D2E53" w:rsidRPr="006E3FB5" w:rsidRDefault="006D2E53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2-2 Business Requirements Specification - Stream 2 for Access Control</w:t>
            </w:r>
          </w:p>
        </w:tc>
        <w:tc>
          <w:tcPr>
            <w:tcW w:w="1320" w:type="dxa"/>
            <w:vAlign w:val="center"/>
          </w:tcPr>
          <w:p w14:paraId="4AF46D30" w14:textId="6AD7A5E4" w:rsidR="006D2E53" w:rsidRPr="00377211" w:rsidRDefault="006D2E53" w:rsidP="006D2E53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D2E53" w:rsidRPr="006E3FB5" w14:paraId="70C957C4" w14:textId="77777777" w:rsidTr="002C149E">
        <w:trPr>
          <w:tblHeader/>
        </w:trPr>
        <w:tc>
          <w:tcPr>
            <w:tcW w:w="6240" w:type="dxa"/>
            <w:vAlign w:val="center"/>
          </w:tcPr>
          <w:p w14:paraId="75561C42" w14:textId="17FB4B37" w:rsidR="006D2E53" w:rsidRPr="006E3FB5" w:rsidRDefault="006D2E53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2-3 Business Requirements Specification - Stream 3 for Alarm system</w:t>
            </w:r>
          </w:p>
        </w:tc>
        <w:tc>
          <w:tcPr>
            <w:tcW w:w="1320" w:type="dxa"/>
            <w:vAlign w:val="center"/>
          </w:tcPr>
          <w:p w14:paraId="038718A6" w14:textId="1670BA8C" w:rsidR="006D2E53" w:rsidRPr="00377211" w:rsidRDefault="006D2E53" w:rsidP="006D2E53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4E3906B0" w14:textId="77777777" w:rsidTr="006E3FB5">
        <w:trPr>
          <w:tblHeader/>
        </w:trPr>
        <w:tc>
          <w:tcPr>
            <w:tcW w:w="6240" w:type="dxa"/>
            <w:vAlign w:val="center"/>
          </w:tcPr>
          <w:p w14:paraId="7030362C" w14:textId="40BAD993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 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1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Invitation to Bid (SBD 1)</w:t>
            </w:r>
          </w:p>
        </w:tc>
        <w:tc>
          <w:tcPr>
            <w:tcW w:w="1320" w:type="dxa"/>
          </w:tcPr>
          <w:p w14:paraId="049B2076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34F13328" w14:textId="77777777" w:rsidTr="006E3FB5">
        <w:trPr>
          <w:tblHeader/>
        </w:trPr>
        <w:tc>
          <w:tcPr>
            <w:tcW w:w="6240" w:type="dxa"/>
            <w:vAlign w:val="center"/>
          </w:tcPr>
          <w:p w14:paraId="7CC27423" w14:textId="015ACD0D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Declaration of Interest (SBD 4)</w:t>
            </w:r>
          </w:p>
        </w:tc>
        <w:tc>
          <w:tcPr>
            <w:tcW w:w="1320" w:type="dxa"/>
          </w:tcPr>
          <w:p w14:paraId="4AEE59A0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14:paraId="5F039C00" w14:textId="77777777" w:rsidTr="006E3FB5">
        <w:trPr>
          <w:tblHeader/>
        </w:trPr>
        <w:tc>
          <w:tcPr>
            <w:tcW w:w="6240" w:type="dxa"/>
            <w:vAlign w:val="center"/>
          </w:tcPr>
          <w:p w14:paraId="24444BD1" w14:textId="1CAA49DC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="00FA0FB0">
              <w:rPr>
                <w:rFonts w:ascii="Arial" w:hAnsi="Arial" w:cs="Arial"/>
                <w:sz w:val="18"/>
                <w:szCs w:val="20"/>
                <w:lang w:val="en-ZA"/>
              </w:rPr>
              <w:t>A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Preference Points Claim Form (SBD 6.1)</w:t>
            </w:r>
          </w:p>
        </w:tc>
        <w:tc>
          <w:tcPr>
            <w:tcW w:w="1320" w:type="dxa"/>
          </w:tcPr>
          <w:p w14:paraId="6B1D52EF" w14:textId="77777777"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A0FB0" w:rsidRPr="006E3FB5" w14:paraId="4CA18AC2" w14:textId="77777777" w:rsidTr="006E3FB5">
        <w:trPr>
          <w:tblHeader/>
        </w:trPr>
        <w:tc>
          <w:tcPr>
            <w:tcW w:w="6240" w:type="dxa"/>
            <w:vAlign w:val="center"/>
          </w:tcPr>
          <w:p w14:paraId="3955028E" w14:textId="61B10311" w:rsidR="00FA0FB0" w:rsidRPr="006E3FB5" w:rsidRDefault="00FA0FB0" w:rsidP="00FA0FB0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RFP 08-2022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B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Preference Points Claim Form (SBD 6.1)</w:t>
            </w:r>
          </w:p>
        </w:tc>
        <w:tc>
          <w:tcPr>
            <w:tcW w:w="1320" w:type="dxa"/>
          </w:tcPr>
          <w:p w14:paraId="0D4FE219" w14:textId="544C902C" w:rsidR="00FA0FB0" w:rsidRPr="00377211" w:rsidRDefault="00FA0FB0" w:rsidP="00FA0FB0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A0FB0" w:rsidRPr="006E3FB5" w14:paraId="6F063D86" w14:textId="77777777" w:rsidTr="006E3FB5">
        <w:trPr>
          <w:tblHeader/>
        </w:trPr>
        <w:tc>
          <w:tcPr>
            <w:tcW w:w="6240" w:type="dxa"/>
            <w:vAlign w:val="center"/>
          </w:tcPr>
          <w:p w14:paraId="49DA2D9A" w14:textId="02529E6D" w:rsidR="00FA0FB0" w:rsidRPr="006E3FB5" w:rsidRDefault="00FA0FB0" w:rsidP="00FA0FB0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RFP 08-2022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C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Preference Points Claim Form (SBD 6.1)</w:t>
            </w:r>
          </w:p>
        </w:tc>
        <w:tc>
          <w:tcPr>
            <w:tcW w:w="1320" w:type="dxa"/>
          </w:tcPr>
          <w:p w14:paraId="52144775" w14:textId="1843BF6E" w:rsidR="00FA0FB0" w:rsidRPr="00377211" w:rsidRDefault="00FA0FB0" w:rsidP="00FA0FB0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812C09" w14:paraId="471DCAF1" w14:textId="77777777" w:rsidTr="000B222B">
        <w:trPr>
          <w:tblHeader/>
        </w:trPr>
        <w:tc>
          <w:tcPr>
            <w:tcW w:w="6240" w:type="dxa"/>
            <w:vAlign w:val="center"/>
          </w:tcPr>
          <w:p w14:paraId="3BE4AE91" w14:textId="1FEC0BA5" w:rsidR="005F1FC4" w:rsidRPr="00772296" w:rsidRDefault="005F1FC4" w:rsidP="006D2E5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566F34">
              <w:rPr>
                <w:rFonts w:ascii="Arial" w:hAnsi="Arial" w:cs="Arial"/>
                <w:sz w:val="18"/>
                <w:szCs w:val="20"/>
                <w:lang w:val="en-ZA"/>
              </w:rPr>
              <w:t>4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Supplier Cost and Risk Assessment Questionnaire</w:t>
            </w:r>
          </w:p>
        </w:tc>
        <w:tc>
          <w:tcPr>
            <w:tcW w:w="1320" w:type="dxa"/>
            <w:vAlign w:val="center"/>
          </w:tcPr>
          <w:p w14:paraId="4F09D42E" w14:textId="77777777" w:rsidR="005F1FC4" w:rsidRPr="005D0051" w:rsidRDefault="005F1FC4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F5870" w:rsidRPr="00916F6F" w14:paraId="1422A951" w14:textId="77777777" w:rsidTr="000B222B">
        <w:trPr>
          <w:tblHeader/>
        </w:trPr>
        <w:tc>
          <w:tcPr>
            <w:tcW w:w="6240" w:type="dxa"/>
            <w:vAlign w:val="center"/>
          </w:tcPr>
          <w:p w14:paraId="5F651823" w14:textId="762AB2D4" w:rsidR="00AF5870" w:rsidRPr="00772296" w:rsidRDefault="006D2E53" w:rsidP="00A83BA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4-1 General Conditions Of Contract</w:t>
            </w:r>
          </w:p>
        </w:tc>
        <w:tc>
          <w:tcPr>
            <w:tcW w:w="1320" w:type="dxa"/>
            <w:vAlign w:val="center"/>
          </w:tcPr>
          <w:p w14:paraId="445BE310" w14:textId="77777777" w:rsidR="00AF5870" w:rsidRPr="005D0051" w:rsidRDefault="00AF5870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916F6F" w14:paraId="3BF6D2EF" w14:textId="77777777" w:rsidTr="008E2707">
        <w:trPr>
          <w:tblHeader/>
        </w:trPr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DE5B" w14:textId="7F62EC3D" w:rsidR="00A83BA2" w:rsidRPr="00772296" w:rsidRDefault="006D2E53" w:rsidP="003577CC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5-1 Mandatory Pre-technical Response Template</w:t>
            </w:r>
            <w:r w:rsidR="00A83BA2">
              <w:rPr>
                <w:rFonts w:ascii="Arial" w:hAnsi="Arial" w:cs="Arial"/>
                <w:sz w:val="18"/>
                <w:szCs w:val="20"/>
                <w:lang w:val="en-ZA"/>
              </w:rPr>
              <w:t>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92C57" w14:textId="77777777" w:rsidR="00A83BA2" w:rsidRPr="008E2707" w:rsidRDefault="00A83BA2" w:rsidP="00A83BA2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6E3FB5" w14:paraId="3CBE56F7" w14:textId="77777777" w:rsidTr="006E3FB5">
        <w:trPr>
          <w:tblHeader/>
        </w:trPr>
        <w:tc>
          <w:tcPr>
            <w:tcW w:w="6240" w:type="dxa"/>
            <w:vAlign w:val="center"/>
          </w:tcPr>
          <w:p w14:paraId="0706DFB0" w14:textId="4D7DB7BF" w:rsidR="00A83BA2" w:rsidRPr="006E3FB5" w:rsidRDefault="0021076E" w:rsidP="00A83BA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5-2A Technical Response Template - Stream 1 for CCTV solution</w:t>
            </w:r>
          </w:p>
        </w:tc>
        <w:tc>
          <w:tcPr>
            <w:tcW w:w="1320" w:type="dxa"/>
          </w:tcPr>
          <w:p w14:paraId="2DC013A4" w14:textId="77777777" w:rsidR="00A83BA2" w:rsidRPr="00F22F12" w:rsidRDefault="00A83BA2" w:rsidP="00A83BA2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1076E" w:rsidRPr="006E3FB5" w14:paraId="0C6918CD" w14:textId="77777777" w:rsidTr="006E3FB5">
        <w:trPr>
          <w:tblHeader/>
        </w:trPr>
        <w:tc>
          <w:tcPr>
            <w:tcW w:w="6240" w:type="dxa"/>
            <w:vAlign w:val="center"/>
          </w:tcPr>
          <w:p w14:paraId="708F4588" w14:textId="6E0F42F9" w:rsidR="0021076E" w:rsidRPr="008049DD" w:rsidRDefault="0021076E" w:rsidP="0021076E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5-2B Technical Response Template - Stream 2 for ACCESS Control</w:t>
            </w:r>
          </w:p>
        </w:tc>
        <w:tc>
          <w:tcPr>
            <w:tcW w:w="1320" w:type="dxa"/>
          </w:tcPr>
          <w:p w14:paraId="436B74B5" w14:textId="23D37216" w:rsidR="0021076E" w:rsidRPr="005D0051" w:rsidRDefault="0021076E" w:rsidP="0021076E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1076E" w:rsidRPr="006E3FB5" w14:paraId="27E0586F" w14:textId="77777777" w:rsidTr="006E3FB5">
        <w:trPr>
          <w:tblHeader/>
        </w:trPr>
        <w:tc>
          <w:tcPr>
            <w:tcW w:w="6240" w:type="dxa"/>
            <w:vAlign w:val="center"/>
          </w:tcPr>
          <w:p w14:paraId="1C3274F0" w14:textId="68075B0D" w:rsidR="0021076E" w:rsidRPr="008049DD" w:rsidRDefault="0021076E" w:rsidP="0021076E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5-2C Technical Response Template - Stream 3 for ALARM system</w:t>
            </w:r>
          </w:p>
        </w:tc>
        <w:tc>
          <w:tcPr>
            <w:tcW w:w="1320" w:type="dxa"/>
          </w:tcPr>
          <w:p w14:paraId="56BCE66A" w14:textId="01CC7888" w:rsidR="0021076E" w:rsidRPr="005D0051" w:rsidRDefault="0021076E" w:rsidP="0021076E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6E3FB5" w14:paraId="402C20A9" w14:textId="77777777" w:rsidTr="006E3FB5">
        <w:trPr>
          <w:tblHeader/>
        </w:trPr>
        <w:tc>
          <w:tcPr>
            <w:tcW w:w="6240" w:type="dxa"/>
            <w:vAlign w:val="center"/>
          </w:tcPr>
          <w:p w14:paraId="6D1B1A25" w14:textId="23FC87CA" w:rsidR="00A83BA2" w:rsidRPr="00772296" w:rsidRDefault="00A83BA2" w:rsidP="0021076E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5-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Pricing Response Template.</w:t>
            </w:r>
          </w:p>
        </w:tc>
        <w:tc>
          <w:tcPr>
            <w:tcW w:w="1320" w:type="dxa"/>
          </w:tcPr>
          <w:p w14:paraId="43C6E42B" w14:textId="77777777" w:rsidR="00A83BA2" w:rsidRPr="006E3FB5" w:rsidRDefault="00A83BA2" w:rsidP="00A83BA2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F22F12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83BA2" w:rsidRPr="00916F6F" w14:paraId="3AA50C3A" w14:textId="77777777">
        <w:trPr>
          <w:tblHeader/>
        </w:trPr>
        <w:tc>
          <w:tcPr>
            <w:tcW w:w="6240" w:type="dxa"/>
            <w:vAlign w:val="center"/>
          </w:tcPr>
          <w:p w14:paraId="77EDC177" w14:textId="2168C3B6" w:rsidR="00A83BA2" w:rsidRPr="00772296" w:rsidRDefault="00A83BA2" w:rsidP="00A83BA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4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Proposal Response Checklist</w:t>
            </w:r>
          </w:p>
        </w:tc>
        <w:tc>
          <w:tcPr>
            <w:tcW w:w="1320" w:type="dxa"/>
            <w:vAlign w:val="center"/>
          </w:tcPr>
          <w:p w14:paraId="7723FCC5" w14:textId="77777777" w:rsidR="00A83BA2" w:rsidRPr="005D0051" w:rsidRDefault="00A83BA2" w:rsidP="00A83BA2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68D2CDE2" w14:textId="77777777" w:rsidR="00632383" w:rsidRPr="00497BEE" w:rsidRDefault="006D107D" w:rsidP="00902204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B04393">
        <w:rPr>
          <w:rFonts w:ascii="Arial" w:hAnsi="Arial"/>
          <w:b/>
          <w:lang w:val="en-ZA"/>
        </w:rPr>
        <w:lastRenderedPageBreak/>
        <w:t>Non-Pricing File</w:t>
      </w:r>
    </w:p>
    <w:p w14:paraId="7A313582" w14:textId="77777777" w:rsidR="00632383" w:rsidRPr="00CF41A9" w:rsidRDefault="00632383" w:rsidP="00632383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 w:rsidR="00B04393">
        <w:rPr>
          <w:rFonts w:ascii="Arial" w:hAnsi="Arial"/>
          <w:sz w:val="20"/>
          <w:szCs w:val="20"/>
          <w:lang w:val="en-ZA"/>
        </w:rPr>
        <w:t>Non-Pricing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="0031210C"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 w:rsidR="00B04393">
        <w:rPr>
          <w:rFonts w:ascii="Arial" w:hAnsi="Arial"/>
          <w:sz w:val="20"/>
          <w:szCs w:val="20"/>
          <w:lang w:val="en-ZA"/>
        </w:rPr>
        <w:t>Non-Pricing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632383" w:rsidRPr="00772296" w14:paraId="1334748D" w14:textId="77777777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4CDEB755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172C2281" w14:textId="77777777"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632383" w:rsidRPr="00916F6F" w14:paraId="662C4092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5E67F5D9" w14:textId="77777777"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Covering Letter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554F819D" w14:textId="77777777"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32383" w:rsidRPr="00916F6F" w14:paraId="5BBCB846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4AB60764" w14:textId="77777777"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Board Resolution</w:t>
            </w:r>
          </w:p>
        </w:tc>
        <w:tc>
          <w:tcPr>
            <w:tcW w:w="1320" w:type="dxa"/>
            <w:vAlign w:val="center"/>
          </w:tcPr>
          <w:p w14:paraId="444665D0" w14:textId="77777777"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0CB618D6" w14:textId="77777777" w:rsidTr="006E3FB5">
        <w:trPr>
          <w:trHeight w:val="502"/>
          <w:tblHeader/>
        </w:trPr>
        <w:tc>
          <w:tcPr>
            <w:tcW w:w="6240" w:type="dxa"/>
            <w:gridSpan w:val="2"/>
            <w:vAlign w:val="center"/>
          </w:tcPr>
          <w:p w14:paraId="71F63BDB" w14:textId="77777777"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Confidentiality and Secrecy Undertaking</w:t>
            </w:r>
          </w:p>
        </w:tc>
        <w:tc>
          <w:tcPr>
            <w:tcW w:w="1320" w:type="dxa"/>
          </w:tcPr>
          <w:p w14:paraId="0E632604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14:paraId="5896EC92" w14:textId="77777777" w:rsidTr="006E3FB5">
        <w:trPr>
          <w:tblHeader/>
        </w:trPr>
        <w:tc>
          <w:tcPr>
            <w:tcW w:w="6240" w:type="dxa"/>
            <w:gridSpan w:val="2"/>
            <w:vAlign w:val="center"/>
          </w:tcPr>
          <w:p w14:paraId="40E371C1" w14:textId="77777777"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C5177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/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Affirmation of Secrecy</w:t>
            </w:r>
          </w:p>
        </w:tc>
        <w:tc>
          <w:tcPr>
            <w:tcW w:w="1320" w:type="dxa"/>
          </w:tcPr>
          <w:p w14:paraId="708FD2CD" w14:textId="77777777"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EDE052B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30FE7EAC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Invitation to Bid (SBD1)</w:t>
            </w:r>
          </w:p>
        </w:tc>
        <w:tc>
          <w:tcPr>
            <w:tcW w:w="1320" w:type="dxa"/>
            <w:vAlign w:val="center"/>
          </w:tcPr>
          <w:p w14:paraId="2E4E59F6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6FB66DA6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7678EB14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Declaration of Interest (SBD 4)</w:t>
            </w:r>
          </w:p>
        </w:tc>
        <w:tc>
          <w:tcPr>
            <w:tcW w:w="1320" w:type="dxa"/>
            <w:vAlign w:val="center"/>
          </w:tcPr>
          <w:p w14:paraId="17DF61C4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D24C1" w:rsidRPr="00916F6F" w14:paraId="6EA9CAD8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44996427" w14:textId="45F12F41" w:rsidR="00FD24C1" w:rsidRPr="00772296" w:rsidRDefault="00746AD8" w:rsidP="00FD24C1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46AD8">
              <w:rPr>
                <w:rFonts w:ascii="Arial" w:hAnsi="Arial" w:cs="Arial"/>
                <w:sz w:val="18"/>
                <w:szCs w:val="20"/>
                <w:lang w:val="en-ZA"/>
              </w:rPr>
              <w:t>Preference Points Claim Form</w:t>
            </w: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(SBD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6.1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>)</w:t>
            </w:r>
            <w:r w:rsidR="00566F34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566F34" w:rsidRPr="00566F34">
              <w:rPr>
                <w:rFonts w:ascii="Arial" w:hAnsi="Arial" w:cs="Arial"/>
                <w:b/>
                <w:bCs/>
                <w:sz w:val="18"/>
                <w:szCs w:val="20"/>
                <w:lang w:val="en-ZA"/>
              </w:rPr>
              <w:t xml:space="preserve">(3 separate SBD6.1’s </w:t>
            </w:r>
            <w:proofErr w:type="gramStart"/>
            <w:r w:rsidR="00566F34" w:rsidRPr="00566F34">
              <w:rPr>
                <w:rFonts w:ascii="Arial" w:hAnsi="Arial" w:cs="Arial"/>
                <w:b/>
                <w:bCs/>
                <w:sz w:val="18"/>
                <w:szCs w:val="20"/>
                <w:lang w:val="en-ZA"/>
              </w:rPr>
              <w:t>need</w:t>
            </w:r>
            <w:proofErr w:type="gramEnd"/>
            <w:r w:rsidR="00566F34" w:rsidRPr="00566F34">
              <w:rPr>
                <w:rFonts w:ascii="Arial" w:hAnsi="Arial" w:cs="Arial"/>
                <w:b/>
                <w:bCs/>
                <w:sz w:val="18"/>
                <w:szCs w:val="20"/>
                <w:lang w:val="en-ZA"/>
              </w:rPr>
              <w:t xml:space="preserve"> to be submitted)</w:t>
            </w:r>
          </w:p>
        </w:tc>
        <w:tc>
          <w:tcPr>
            <w:tcW w:w="1320" w:type="dxa"/>
            <w:vAlign w:val="center"/>
          </w:tcPr>
          <w:p w14:paraId="4BA406E8" w14:textId="77777777" w:rsidR="00FD24C1" w:rsidRPr="005D0051" w:rsidRDefault="00FD24C1" w:rsidP="00FD24C1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7E7BCEF" w14:textId="77777777">
        <w:trPr>
          <w:tblHeader/>
        </w:trPr>
        <w:tc>
          <w:tcPr>
            <w:tcW w:w="6240" w:type="dxa"/>
            <w:gridSpan w:val="2"/>
            <w:vAlign w:val="center"/>
          </w:tcPr>
          <w:p w14:paraId="1B3B726A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Supplier Cost and Risk Assessment Questionnaire</w:t>
            </w:r>
          </w:p>
        </w:tc>
        <w:tc>
          <w:tcPr>
            <w:tcW w:w="1320" w:type="dxa"/>
            <w:vAlign w:val="center"/>
          </w:tcPr>
          <w:p w14:paraId="52A10FCB" w14:textId="77777777"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0D5324A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7DCA9" w14:textId="77777777"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Bidder’s current and valid </w:t>
            </w:r>
            <w:r w:rsidR="008049DD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E9364E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61899" w:rsidRPr="00916F6F" w14:paraId="081257BA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72690" w14:textId="6A8BE134" w:rsidR="00161899" w:rsidRDefault="00161899" w:rsidP="00161899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D2E53">
              <w:rPr>
                <w:rFonts w:ascii="Arial" w:hAnsi="Arial" w:cs="Arial"/>
                <w:sz w:val="18"/>
                <w:szCs w:val="20"/>
                <w:lang w:val="en-ZA"/>
              </w:rPr>
              <w:t>SARS RFP 08-2022 5-1 Mandatory Pre-technical 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F2885" w14:textId="77777777" w:rsidR="00161899" w:rsidRPr="005D0051" w:rsidRDefault="00161899" w:rsidP="00161899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61899" w:rsidRPr="00916F6F" w14:paraId="0B3BB0DD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C3324" w14:textId="523B2334" w:rsidR="00161899" w:rsidRDefault="00161899" w:rsidP="00161899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5-2A Technical Response Template - Stream 1 for CCTV solution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02CB3D" w14:textId="77777777" w:rsidR="00161899" w:rsidRPr="005D0051" w:rsidRDefault="00161899" w:rsidP="00161899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61899" w:rsidRPr="00916F6F" w14:paraId="2D90866B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3E3FE" w14:textId="41C259EE" w:rsidR="00161899" w:rsidRPr="008049DD" w:rsidRDefault="00161899" w:rsidP="00161899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5-2B Technical Response Template - Stream 2 for ACCESS Control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E86A7" w14:textId="7E115DF2" w:rsidR="00161899" w:rsidRPr="005D0051" w:rsidRDefault="00161899" w:rsidP="00161899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61899" w:rsidRPr="00916F6F" w14:paraId="06497AD8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F1107" w14:textId="5800E9B5" w:rsidR="00161899" w:rsidRPr="008049DD" w:rsidRDefault="00161899" w:rsidP="00161899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21076E">
              <w:rPr>
                <w:rFonts w:ascii="Arial" w:hAnsi="Arial" w:cs="Arial"/>
                <w:sz w:val="18"/>
                <w:szCs w:val="20"/>
                <w:lang w:val="en-ZA"/>
              </w:rPr>
              <w:t>SARS RFP 08-2022 5-2C Technical Response Template - Stream 3 for ALARM system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0CF616" w14:textId="7B4E113C" w:rsidR="00161899" w:rsidRPr="005D0051" w:rsidRDefault="00161899" w:rsidP="00161899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6AB52BC0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CCFA0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last 3 (three) years’ audited/reviewed Annual Financial Statements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5EF95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78A3B800" w14:textId="77777777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C5212" w14:textId="77777777"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Proposal Response Checklist (this document)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556E7" w14:textId="77777777"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14:paraId="0C35FD27" w14:textId="77777777" w:rsidTr="00540C69">
        <w:trPr>
          <w:tblHeader/>
        </w:trPr>
        <w:tc>
          <w:tcPr>
            <w:tcW w:w="3360" w:type="dxa"/>
            <w:vAlign w:val="center"/>
          </w:tcPr>
          <w:p w14:paraId="3BD6E145" w14:textId="77777777"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Subcontractor(s)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</w:p>
        </w:tc>
        <w:tc>
          <w:tcPr>
            <w:tcW w:w="2880" w:type="dxa"/>
          </w:tcPr>
          <w:p w14:paraId="3D8CE4EA" w14:textId="77777777" w:rsidR="00A4457F" w:rsidRPr="00E3701A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Current and valid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report/s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have been attached for all Subcontractors.</w:t>
            </w:r>
          </w:p>
        </w:tc>
        <w:tc>
          <w:tcPr>
            <w:tcW w:w="1320" w:type="dxa"/>
            <w:vAlign w:val="center"/>
          </w:tcPr>
          <w:p w14:paraId="6136BE78" w14:textId="77777777" w:rsidR="00A4457F" w:rsidRPr="005D0051" w:rsidRDefault="00A4457F" w:rsidP="00540C69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0E3D88CE" w14:textId="77777777" w:rsidR="00632383" w:rsidRDefault="00632383" w:rsidP="00772296">
      <w:pPr>
        <w:pStyle w:val="Heading1Text"/>
        <w:rPr>
          <w:rFonts w:ascii="Arial" w:hAnsi="Arial"/>
          <w:lang w:val="en-ZA"/>
        </w:rPr>
      </w:pPr>
    </w:p>
    <w:p w14:paraId="69B5ECD3" w14:textId="77777777" w:rsidR="00912DF5" w:rsidRPr="00497BEE" w:rsidRDefault="006D107D" w:rsidP="00912DF5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912DF5">
        <w:rPr>
          <w:rFonts w:ascii="Arial" w:hAnsi="Arial"/>
          <w:b/>
          <w:lang w:val="en-ZA"/>
        </w:rPr>
        <w:lastRenderedPageBreak/>
        <w:t>Pricing File</w:t>
      </w:r>
    </w:p>
    <w:p w14:paraId="034B3804" w14:textId="77777777" w:rsidR="00912DF5" w:rsidRPr="00CF41A9" w:rsidRDefault="00912DF5" w:rsidP="00912DF5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>
        <w:rPr>
          <w:rFonts w:ascii="Arial" w:hAnsi="Arial"/>
          <w:sz w:val="20"/>
          <w:szCs w:val="20"/>
          <w:lang w:val="en-ZA"/>
        </w:rPr>
        <w:t>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>
        <w:rPr>
          <w:rFonts w:ascii="Arial" w:hAnsi="Arial"/>
          <w:sz w:val="20"/>
          <w:szCs w:val="20"/>
          <w:lang w:val="en-ZA"/>
        </w:rPr>
        <w:t>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912DF5" w:rsidRPr="00772296" w14:paraId="6E8482AB" w14:textId="77777777" w:rsidTr="00540C69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14:paraId="77B0B15D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50913AAB" w14:textId="77777777"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912DF5" w:rsidRPr="005D0051" w14:paraId="59CB7F0E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5BE13" w14:textId="5CBAAEDE" w:rsidR="00912DF5" w:rsidRPr="00772296" w:rsidRDefault="00912DF5" w:rsidP="00094D6B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6D2E53">
              <w:rPr>
                <w:rFonts w:ascii="Arial" w:hAnsi="Arial" w:cs="Arial"/>
                <w:sz w:val="18"/>
                <w:szCs w:val="20"/>
                <w:lang w:val="en-ZA"/>
              </w:rPr>
              <w:t>08-2022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 w:rsidR="00094D6B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Pricing Response Template</w:t>
            </w:r>
            <w:r w:rsidR="003577CC">
              <w:rPr>
                <w:rFonts w:ascii="Arial" w:hAnsi="Arial" w:cs="Arial"/>
                <w:sz w:val="18"/>
                <w:szCs w:val="20"/>
                <w:lang w:val="en-ZA"/>
              </w:rPr>
              <w:t>(s) per Region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C4BB" w14:textId="77777777" w:rsid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All fields on worksheets have been populated</w:t>
            </w:r>
          </w:p>
          <w:p w14:paraId="56ED0E14" w14:textId="77777777" w:rsidR="00912DF5" w:rsidRP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All sheets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have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been initialled</w:t>
            </w:r>
          </w:p>
          <w:p w14:paraId="5F41EE6E" w14:textId="77777777" w:rsidR="00912DF5" w:rsidRPr="00E3701A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Pricing file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has been separately bound and sealed.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4D1A4" w14:textId="77777777" w:rsidR="00912DF5" w:rsidRPr="005D0051" w:rsidRDefault="00912DF5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74DB503B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62D4D" w14:textId="77777777" w:rsidR="00917F21" w:rsidRPr="00772296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current and valid B-BBEE certificate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CE6C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Valid B-BBEE certificate included in the Pricing file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FCAFE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14:paraId="67F1CC8F" w14:textId="77777777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1DF19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Subcontractor(s) B-BBEE certificates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78B5" w14:textId="77777777"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Current and valid B-BBEE Certificates have been attached for all Subcontractors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B7B31" w14:textId="77777777"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244D39B3" w14:textId="77777777" w:rsidR="006477B0" w:rsidRDefault="006477B0" w:rsidP="00CF41A9">
      <w:pPr>
        <w:pStyle w:val="Heading1Text"/>
        <w:ind w:left="360"/>
        <w:rPr>
          <w:rFonts w:ascii="Arial" w:hAnsi="Arial"/>
          <w:lang w:val="en-ZA"/>
        </w:rPr>
      </w:pPr>
    </w:p>
    <w:p w14:paraId="41AB51E8" w14:textId="77777777" w:rsidR="001240CD" w:rsidRPr="00497BEE" w:rsidRDefault="001240CD" w:rsidP="001240CD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 w:rsidRPr="00497BEE">
        <w:rPr>
          <w:rFonts w:ascii="Arial" w:hAnsi="Arial"/>
          <w:b/>
          <w:lang w:val="en-ZA"/>
        </w:rPr>
        <w:t>Finalisation of Proposal.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320"/>
      </w:tblGrid>
      <w:tr w:rsidR="001240CD" w:rsidRPr="001240CD" w14:paraId="5676D9BF" w14:textId="77777777">
        <w:trPr>
          <w:cantSplit/>
          <w:trHeight w:val="283"/>
        </w:trPr>
        <w:tc>
          <w:tcPr>
            <w:tcW w:w="6120" w:type="dxa"/>
            <w:shd w:val="clear" w:color="auto" w:fill="E6E6E6"/>
            <w:vAlign w:val="center"/>
          </w:tcPr>
          <w:p w14:paraId="64720EDD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Action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06B12F79" w14:textId="77777777"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1240CD" w:rsidRPr="005D0051" w14:paraId="2D261607" w14:textId="77777777">
        <w:trPr>
          <w:cantSplit/>
          <w:trHeight w:val="420"/>
        </w:trPr>
        <w:tc>
          <w:tcPr>
            <w:tcW w:w="6120" w:type="dxa"/>
          </w:tcPr>
          <w:p w14:paraId="288C5558" w14:textId="6DAAFAA8" w:rsidR="001240CD" w:rsidRPr="00C277FD" w:rsidRDefault="001240CD" w:rsidP="00161899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Electronic copies have been written to </w:t>
            </w:r>
            <w:r w:rsidR="00094D6B">
              <w:rPr>
                <w:rFonts w:ascii="Arial" w:hAnsi="Arial" w:cs="Arial"/>
                <w:sz w:val="18"/>
                <w:szCs w:val="18"/>
                <w:lang w:val="en-ZA"/>
              </w:rPr>
              <w:t xml:space="preserve">USB Flash </w:t>
            </w:r>
            <w:proofErr w:type="spellStart"/>
            <w:r w:rsidR="00094D6B">
              <w:rPr>
                <w:rFonts w:ascii="Arial" w:hAnsi="Arial" w:cs="Arial"/>
                <w:sz w:val="18"/>
                <w:szCs w:val="18"/>
                <w:lang w:val="en-ZA"/>
              </w:rPr>
              <w:t>drive</w:t>
            </w:r>
            <w:r w:rsidR="00161899">
              <w:rPr>
                <w:rFonts w:ascii="Arial" w:hAnsi="Arial" w:cs="Arial"/>
                <w:sz w:val="18"/>
                <w:szCs w:val="18"/>
                <w:lang w:val="en-ZA"/>
              </w:rPr>
              <w:t>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and Bidder has checked that the </w:t>
            </w:r>
            <w:r w:rsidR="00746AD8">
              <w:rPr>
                <w:rFonts w:ascii="Arial" w:hAnsi="Arial" w:cs="Arial"/>
                <w:sz w:val="18"/>
                <w:szCs w:val="18"/>
                <w:lang w:val="en-ZA"/>
              </w:rPr>
              <w:t>USB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can be read.</w:t>
            </w:r>
          </w:p>
        </w:tc>
        <w:tc>
          <w:tcPr>
            <w:tcW w:w="1320" w:type="dxa"/>
          </w:tcPr>
          <w:p w14:paraId="2AB2EC75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3411CCD0" w14:textId="77777777">
        <w:trPr>
          <w:cantSplit/>
          <w:trHeight w:val="490"/>
        </w:trPr>
        <w:tc>
          <w:tcPr>
            <w:tcW w:w="6120" w:type="dxa"/>
          </w:tcPr>
          <w:p w14:paraId="2927D5FF" w14:textId="77777777" w:rsidR="001240CD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Bidder has checked that the electronic copies and the hardcopies have the same content</w:t>
            </w:r>
            <w:r w:rsidR="001240CD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78496E1A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C04493" w:rsidRPr="005D0051" w14:paraId="01329797" w14:textId="77777777" w:rsidTr="00C04493">
        <w:trPr>
          <w:cantSplit/>
          <w:trHeight w:val="490"/>
        </w:trPr>
        <w:tc>
          <w:tcPr>
            <w:tcW w:w="6120" w:type="dxa"/>
          </w:tcPr>
          <w:p w14:paraId="29EB1AA9" w14:textId="77777777" w:rsidR="00C04493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Pricing and Non-Pricing par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ts of Tender have been separately bound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 xml:space="preserve"> and sealed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14:paraId="3B6A89BB" w14:textId="77777777" w:rsidR="00C04493" w:rsidRPr="005D0051" w:rsidRDefault="00C04493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14:paraId="3FA00B48" w14:textId="77777777" w:rsidTr="00A9554B">
        <w:trPr>
          <w:cantSplit/>
          <w:trHeight w:val="699"/>
        </w:trPr>
        <w:tc>
          <w:tcPr>
            <w:tcW w:w="6120" w:type="dxa"/>
          </w:tcPr>
          <w:p w14:paraId="0CEE285E" w14:textId="77777777" w:rsidR="001240CD" w:rsidRPr="00A85E52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i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Proposal 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has been labelled as per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the instructions in clause</w:t>
            </w:r>
            <w:r w:rsidR="0037659C">
              <w:rPr>
                <w:rFonts w:ascii="Arial" w:hAnsi="Arial" w:cs="Arial"/>
                <w:sz w:val="18"/>
                <w:szCs w:val="18"/>
                <w:lang w:val="en-ZA"/>
              </w:rPr>
              <w:t xml:space="preserve"> </w:t>
            </w:r>
            <w:r w:rsidR="00912DF5">
              <w:rPr>
                <w:rFonts w:ascii="Arial" w:hAnsi="Arial" w:cs="Arial"/>
                <w:sz w:val="18"/>
                <w:szCs w:val="18"/>
                <w:lang w:val="en-ZA"/>
              </w:rPr>
              <w:t>12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of the </w:t>
            </w:r>
            <w:r w:rsidRPr="006E3FB5">
              <w:rPr>
                <w:rFonts w:ascii="Arial" w:hAnsi="Arial" w:cs="Arial"/>
                <w:i/>
                <w:sz w:val="18"/>
                <w:szCs w:val="18"/>
                <w:u w:val="single"/>
                <w:lang w:val="en-ZA"/>
              </w:rPr>
              <w:t>RFP Main Document</w:t>
            </w:r>
          </w:p>
        </w:tc>
        <w:tc>
          <w:tcPr>
            <w:tcW w:w="1320" w:type="dxa"/>
          </w:tcPr>
          <w:p w14:paraId="278F4D95" w14:textId="77777777"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14:paraId="79DDA98C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47BE6708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6E836B74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42BE4145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17DABEEC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3DDB28D2" w14:textId="77777777"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14:paraId="1BB9C5E6" w14:textId="77777777" w:rsidR="00624A5B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 xml:space="preserve">This checklist has been </w:t>
      </w:r>
      <w:r w:rsidR="00912DF5">
        <w:rPr>
          <w:rFonts w:ascii="Arial" w:hAnsi="Arial" w:cs="Arial"/>
          <w:sz w:val="20"/>
          <w:szCs w:val="20"/>
          <w:lang w:val="en-ZA"/>
        </w:rPr>
        <w:t>completed and signed-off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by</w:t>
      </w:r>
      <w:r w:rsidR="00152B3C" w:rsidRPr="00CF41A9">
        <w:rPr>
          <w:rFonts w:ascii="Arial" w:hAnsi="Arial" w:cs="Arial"/>
          <w:sz w:val="20"/>
          <w:szCs w:val="20"/>
          <w:lang w:val="en-ZA"/>
        </w:rPr>
        <w:t xml:space="preserve">: </w:t>
      </w:r>
    </w:p>
    <w:p w14:paraId="40E9D894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66267F4E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6DEEAF7F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Name: ………………………………………………….</w:t>
      </w:r>
    </w:p>
    <w:p w14:paraId="78CF8502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4C2E90E4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14:paraId="31795BB6" w14:textId="77777777"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Signature ………………………………………………</w:t>
      </w:r>
    </w:p>
    <w:p w14:paraId="17C029A4" w14:textId="77777777" w:rsidR="00152B3C" w:rsidRPr="00CF41A9" w:rsidRDefault="00152B3C" w:rsidP="007629F3">
      <w:pPr>
        <w:rPr>
          <w:rFonts w:ascii="Arial" w:hAnsi="Arial" w:cs="Arial"/>
          <w:sz w:val="20"/>
          <w:szCs w:val="20"/>
          <w:lang w:val="en-ZA"/>
        </w:rPr>
      </w:pPr>
    </w:p>
    <w:p w14:paraId="420A27DC" w14:textId="77777777" w:rsidR="00152B3C" w:rsidRDefault="00152B3C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ab/>
      </w:r>
      <w:r w:rsidRPr="00CF41A9">
        <w:rPr>
          <w:rFonts w:ascii="Arial" w:hAnsi="Arial" w:cs="Arial"/>
          <w:sz w:val="20"/>
          <w:szCs w:val="20"/>
          <w:lang w:val="en-ZA"/>
        </w:rPr>
        <w:tab/>
        <w:t>(Authorised signatory of Bidder)</w:t>
      </w:r>
    </w:p>
    <w:p w14:paraId="1AA7EE01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37624FFD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51A37C85" w14:textId="77777777" w:rsidR="00727B4B" w:rsidRPr="00CF41A9" w:rsidRDefault="00727B4B" w:rsidP="00727B4B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Designation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……………………………………………</w:t>
      </w:r>
    </w:p>
    <w:p w14:paraId="07ECCB78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22466335" w14:textId="77777777"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14:paraId="0158ACF8" w14:textId="77777777" w:rsidR="00727B4B" w:rsidRPr="00CF41A9" w:rsidRDefault="00727B4B" w:rsidP="007629F3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Date ………………………</w:t>
      </w:r>
      <w:r w:rsidRPr="00727B4B">
        <w:rPr>
          <w:rFonts w:ascii="Arial" w:hAnsi="Arial" w:cs="Arial"/>
          <w:sz w:val="20"/>
          <w:szCs w:val="20"/>
          <w:lang w:val="en-ZA"/>
        </w:rPr>
        <w:t>…………</w:t>
      </w:r>
      <w:r>
        <w:rPr>
          <w:rFonts w:ascii="Arial" w:hAnsi="Arial" w:cs="Arial"/>
          <w:sz w:val="20"/>
          <w:szCs w:val="20"/>
          <w:lang w:val="en-ZA"/>
        </w:rPr>
        <w:t>……………</w:t>
      </w:r>
      <w:r w:rsidRPr="00CF41A9">
        <w:rPr>
          <w:rFonts w:ascii="Arial" w:hAnsi="Arial" w:cs="Arial"/>
          <w:sz w:val="20"/>
          <w:szCs w:val="20"/>
          <w:lang w:val="en-ZA"/>
        </w:rPr>
        <w:t>……</w:t>
      </w:r>
    </w:p>
    <w:sectPr w:rsidR="00727B4B" w:rsidRPr="00CF41A9" w:rsidSect="00C277FD"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07F2" w14:textId="77777777" w:rsidR="00AC4134" w:rsidRDefault="00AC4134">
      <w:r>
        <w:separator/>
      </w:r>
    </w:p>
  </w:endnote>
  <w:endnote w:type="continuationSeparator" w:id="0">
    <w:p w14:paraId="322D04E6" w14:textId="77777777" w:rsidR="00AC4134" w:rsidRDefault="00AC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FFF6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CF41A9">
      <w:rPr>
        <w:rFonts w:ascii="Arial" w:hAnsi="Arial" w:cs="Arial"/>
        <w:b w:val="0"/>
      </w:rPr>
      <w:t>uth African Revenue Service 2015</w:t>
    </w:r>
  </w:p>
  <w:p w14:paraId="18125663" w14:textId="167B1E72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 xml:space="preserve">SARS RFP </w:t>
    </w:r>
    <w:r w:rsidR="006D2E53">
      <w:rPr>
        <w:rFonts w:ascii="Arial" w:hAnsi="Arial" w:cs="Arial"/>
        <w:b w:val="0"/>
        <w:noProof/>
      </w:rPr>
      <w:t>08-2022</w:t>
    </w:r>
    <w:r w:rsidR="00D90C68">
      <w:rPr>
        <w:rFonts w:ascii="Arial" w:hAnsi="Arial" w:cs="Arial"/>
        <w:b w:val="0"/>
        <w:noProof/>
      </w:rPr>
      <w:t xml:space="preserve"> 5-</w:t>
    </w:r>
    <w:r w:rsidR="00674756">
      <w:rPr>
        <w:rFonts w:ascii="Arial" w:hAnsi="Arial" w:cs="Arial"/>
        <w:b w:val="0"/>
        <w:noProof/>
      </w:rPr>
      <w:t>4</w:t>
    </w:r>
    <w:r w:rsidR="00D90C68">
      <w:rPr>
        <w:rFonts w:ascii="Arial" w:hAnsi="Arial" w:cs="Arial"/>
        <w:b w:val="0"/>
        <w:noProof/>
      </w:rPr>
      <w:t xml:space="preserve"> 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F26" w14:textId="77777777"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2A77F2">
      <w:rPr>
        <w:rFonts w:ascii="Arial" w:hAnsi="Arial" w:cs="Arial"/>
        <w:b w:val="0"/>
      </w:rPr>
      <w:t>uth African Revenue Service 2015</w:t>
    </w:r>
  </w:p>
  <w:p w14:paraId="793F0FD7" w14:textId="7F880FE4" w:rsidR="005143F9" w:rsidRPr="008E2707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 xml:space="preserve"> 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1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161899">
      <w:rPr>
        <w:rStyle w:val="PageNumber"/>
        <w:rFonts w:ascii="Arial" w:hAnsi="Arial" w:cs="Arial"/>
        <w:noProof/>
      </w:rPr>
      <w:t>5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ED83" w14:textId="77777777" w:rsidR="00AC4134" w:rsidRDefault="00AC4134">
      <w:r>
        <w:separator/>
      </w:r>
    </w:p>
  </w:footnote>
  <w:footnote w:type="continuationSeparator" w:id="0">
    <w:p w14:paraId="3AFEC0B5" w14:textId="77777777" w:rsidR="00AC4134" w:rsidRDefault="00AC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256F" w14:textId="77777777" w:rsidR="005143F9" w:rsidRPr="008E2707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8E2707">
      <w:rPr>
        <w:rFonts w:ascii="Arial" w:hAnsi="Arial" w:cs="Arial"/>
        <w:lang w:val="en-ZA"/>
      </w:rPr>
      <w:t>SARS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6911" w14:textId="77777777" w:rsidR="005143F9" w:rsidRPr="003612E2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3612E2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3" w15:restartNumberingAfterBreak="0">
    <w:nsid w:val="250D2FE7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4" w15:restartNumberingAfterBreak="0">
    <w:nsid w:val="288C4747"/>
    <w:multiLevelType w:val="hybridMultilevel"/>
    <w:tmpl w:val="77DCBB0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064C1"/>
    <w:multiLevelType w:val="multilevel"/>
    <w:tmpl w:val="4A922CB8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level2-head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6" w15:restartNumberingAfterBreak="0">
    <w:nsid w:val="4C7A3445"/>
    <w:multiLevelType w:val="multilevel"/>
    <w:tmpl w:val="1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D2B23A9"/>
    <w:multiLevelType w:val="multilevel"/>
    <w:tmpl w:val="FC363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9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0" w15:restartNumberingAfterBreak="0">
    <w:nsid w:val="688E4A7D"/>
    <w:multiLevelType w:val="multilevel"/>
    <w:tmpl w:val="ADCAAA7E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9B5655E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num w:numId="1" w16cid:durableId="1142118857">
    <w:abstractNumId w:val="9"/>
  </w:num>
  <w:num w:numId="2" w16cid:durableId="1573926156">
    <w:abstractNumId w:val="2"/>
  </w:num>
  <w:num w:numId="3" w16cid:durableId="151339536">
    <w:abstractNumId w:val="1"/>
  </w:num>
  <w:num w:numId="4" w16cid:durableId="1140883140">
    <w:abstractNumId w:val="0"/>
  </w:num>
  <w:num w:numId="5" w16cid:durableId="38095444">
    <w:abstractNumId w:val="8"/>
  </w:num>
  <w:num w:numId="6" w16cid:durableId="1987541887">
    <w:abstractNumId w:val="5"/>
  </w:num>
  <w:num w:numId="7" w16cid:durableId="1866865030">
    <w:abstractNumId w:val="5"/>
  </w:num>
  <w:num w:numId="8" w16cid:durableId="18263580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2072650">
    <w:abstractNumId w:val="5"/>
  </w:num>
  <w:num w:numId="10" w16cid:durableId="1771703840">
    <w:abstractNumId w:val="5"/>
  </w:num>
  <w:num w:numId="11" w16cid:durableId="1325738079">
    <w:abstractNumId w:val="11"/>
  </w:num>
  <w:num w:numId="12" w16cid:durableId="1898465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9706892">
    <w:abstractNumId w:val="3"/>
  </w:num>
  <w:num w:numId="14" w16cid:durableId="1115367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0216739">
    <w:abstractNumId w:val="5"/>
  </w:num>
  <w:num w:numId="16" w16cid:durableId="575170092">
    <w:abstractNumId w:val="5"/>
  </w:num>
  <w:num w:numId="17" w16cid:durableId="1172140435">
    <w:abstractNumId w:val="5"/>
  </w:num>
  <w:num w:numId="18" w16cid:durableId="290670178">
    <w:abstractNumId w:val="5"/>
  </w:num>
  <w:num w:numId="19" w16cid:durableId="1389571921">
    <w:abstractNumId w:val="6"/>
  </w:num>
  <w:num w:numId="20" w16cid:durableId="212691889">
    <w:abstractNumId w:val="5"/>
  </w:num>
  <w:num w:numId="21" w16cid:durableId="1735352439">
    <w:abstractNumId w:val="10"/>
  </w:num>
  <w:num w:numId="22" w16cid:durableId="514660302">
    <w:abstractNumId w:val="10"/>
  </w:num>
  <w:num w:numId="23" w16cid:durableId="945113909">
    <w:abstractNumId w:val="7"/>
  </w:num>
  <w:num w:numId="24" w16cid:durableId="7463456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7091"/>
    <w:rsid w:val="00010FA7"/>
    <w:rsid w:val="00012AC4"/>
    <w:rsid w:val="000143B1"/>
    <w:rsid w:val="000143BC"/>
    <w:rsid w:val="000164DE"/>
    <w:rsid w:val="00016931"/>
    <w:rsid w:val="0001772A"/>
    <w:rsid w:val="000204CF"/>
    <w:rsid w:val="000207C1"/>
    <w:rsid w:val="000209A2"/>
    <w:rsid w:val="00021428"/>
    <w:rsid w:val="00021CF7"/>
    <w:rsid w:val="000264F0"/>
    <w:rsid w:val="00026F0A"/>
    <w:rsid w:val="000319C3"/>
    <w:rsid w:val="0003292A"/>
    <w:rsid w:val="00033570"/>
    <w:rsid w:val="00035A80"/>
    <w:rsid w:val="00035DC3"/>
    <w:rsid w:val="00036D43"/>
    <w:rsid w:val="00036F94"/>
    <w:rsid w:val="0004027C"/>
    <w:rsid w:val="000406AA"/>
    <w:rsid w:val="000425F4"/>
    <w:rsid w:val="00045AF9"/>
    <w:rsid w:val="00045B12"/>
    <w:rsid w:val="000479C5"/>
    <w:rsid w:val="00051774"/>
    <w:rsid w:val="00052614"/>
    <w:rsid w:val="00052711"/>
    <w:rsid w:val="00052B15"/>
    <w:rsid w:val="00053135"/>
    <w:rsid w:val="00054E12"/>
    <w:rsid w:val="000558BC"/>
    <w:rsid w:val="000578C0"/>
    <w:rsid w:val="00057ABE"/>
    <w:rsid w:val="0006050D"/>
    <w:rsid w:val="000616B4"/>
    <w:rsid w:val="00061A98"/>
    <w:rsid w:val="00067DB6"/>
    <w:rsid w:val="000728A9"/>
    <w:rsid w:val="00073436"/>
    <w:rsid w:val="000736F3"/>
    <w:rsid w:val="00075AE7"/>
    <w:rsid w:val="00081A3A"/>
    <w:rsid w:val="000827E6"/>
    <w:rsid w:val="00083F2E"/>
    <w:rsid w:val="00091F7A"/>
    <w:rsid w:val="00092797"/>
    <w:rsid w:val="00093801"/>
    <w:rsid w:val="0009419B"/>
    <w:rsid w:val="00094248"/>
    <w:rsid w:val="00094659"/>
    <w:rsid w:val="00094D6B"/>
    <w:rsid w:val="00095BD7"/>
    <w:rsid w:val="00095C0F"/>
    <w:rsid w:val="00096D89"/>
    <w:rsid w:val="000A14D9"/>
    <w:rsid w:val="000A22F0"/>
    <w:rsid w:val="000A331B"/>
    <w:rsid w:val="000A7546"/>
    <w:rsid w:val="000A7FB1"/>
    <w:rsid w:val="000B176A"/>
    <w:rsid w:val="000B222B"/>
    <w:rsid w:val="000B333D"/>
    <w:rsid w:val="000B4CBD"/>
    <w:rsid w:val="000B59E9"/>
    <w:rsid w:val="000B5C68"/>
    <w:rsid w:val="000B7055"/>
    <w:rsid w:val="000C1A20"/>
    <w:rsid w:val="000C5177"/>
    <w:rsid w:val="000C51A8"/>
    <w:rsid w:val="000C59E0"/>
    <w:rsid w:val="000C6A7F"/>
    <w:rsid w:val="000C7FCF"/>
    <w:rsid w:val="000D039D"/>
    <w:rsid w:val="000D16E4"/>
    <w:rsid w:val="000D1E87"/>
    <w:rsid w:val="000D33AE"/>
    <w:rsid w:val="000D33D4"/>
    <w:rsid w:val="000D3AF9"/>
    <w:rsid w:val="000D3C46"/>
    <w:rsid w:val="000D3D84"/>
    <w:rsid w:val="000D53D3"/>
    <w:rsid w:val="000D70E9"/>
    <w:rsid w:val="000D7D81"/>
    <w:rsid w:val="000E3E62"/>
    <w:rsid w:val="000E5D8E"/>
    <w:rsid w:val="000F083B"/>
    <w:rsid w:val="000F24BC"/>
    <w:rsid w:val="000F3342"/>
    <w:rsid w:val="000F3F39"/>
    <w:rsid w:val="000F510E"/>
    <w:rsid w:val="000F59CF"/>
    <w:rsid w:val="000F5D13"/>
    <w:rsid w:val="000F6403"/>
    <w:rsid w:val="000F7BD9"/>
    <w:rsid w:val="001022DE"/>
    <w:rsid w:val="0010281A"/>
    <w:rsid w:val="00105B56"/>
    <w:rsid w:val="00106069"/>
    <w:rsid w:val="0010648D"/>
    <w:rsid w:val="00107130"/>
    <w:rsid w:val="00111FE0"/>
    <w:rsid w:val="00114FBD"/>
    <w:rsid w:val="00115B0A"/>
    <w:rsid w:val="00117B94"/>
    <w:rsid w:val="00122131"/>
    <w:rsid w:val="00122E62"/>
    <w:rsid w:val="0012400B"/>
    <w:rsid w:val="001240CD"/>
    <w:rsid w:val="0012434D"/>
    <w:rsid w:val="00124CDE"/>
    <w:rsid w:val="001254D8"/>
    <w:rsid w:val="00126651"/>
    <w:rsid w:val="0012785F"/>
    <w:rsid w:val="00132099"/>
    <w:rsid w:val="001343DC"/>
    <w:rsid w:val="0013477C"/>
    <w:rsid w:val="00134D05"/>
    <w:rsid w:val="001378EF"/>
    <w:rsid w:val="001414B7"/>
    <w:rsid w:val="00142329"/>
    <w:rsid w:val="00143911"/>
    <w:rsid w:val="00144F87"/>
    <w:rsid w:val="00145B85"/>
    <w:rsid w:val="0014640F"/>
    <w:rsid w:val="00146AA7"/>
    <w:rsid w:val="00152831"/>
    <w:rsid w:val="00152B3C"/>
    <w:rsid w:val="0015441F"/>
    <w:rsid w:val="00156681"/>
    <w:rsid w:val="00156B46"/>
    <w:rsid w:val="00160B89"/>
    <w:rsid w:val="00161899"/>
    <w:rsid w:val="00162C73"/>
    <w:rsid w:val="00163441"/>
    <w:rsid w:val="0016392D"/>
    <w:rsid w:val="00163E00"/>
    <w:rsid w:val="001645C3"/>
    <w:rsid w:val="001670BE"/>
    <w:rsid w:val="001700BF"/>
    <w:rsid w:val="00170378"/>
    <w:rsid w:val="0017128D"/>
    <w:rsid w:val="00172587"/>
    <w:rsid w:val="00174E12"/>
    <w:rsid w:val="00175EEB"/>
    <w:rsid w:val="00176BF3"/>
    <w:rsid w:val="00176E5F"/>
    <w:rsid w:val="00180288"/>
    <w:rsid w:val="00181C5C"/>
    <w:rsid w:val="0018362B"/>
    <w:rsid w:val="00183D4E"/>
    <w:rsid w:val="001844B7"/>
    <w:rsid w:val="0018551D"/>
    <w:rsid w:val="001863CD"/>
    <w:rsid w:val="001873A1"/>
    <w:rsid w:val="00190579"/>
    <w:rsid w:val="00192D6C"/>
    <w:rsid w:val="00193EC6"/>
    <w:rsid w:val="001957A3"/>
    <w:rsid w:val="00195BA7"/>
    <w:rsid w:val="0019769C"/>
    <w:rsid w:val="001977FD"/>
    <w:rsid w:val="00197A0D"/>
    <w:rsid w:val="001A089F"/>
    <w:rsid w:val="001A2B58"/>
    <w:rsid w:val="001A3D3D"/>
    <w:rsid w:val="001A486B"/>
    <w:rsid w:val="001A5BB1"/>
    <w:rsid w:val="001B1741"/>
    <w:rsid w:val="001B1C65"/>
    <w:rsid w:val="001B23A4"/>
    <w:rsid w:val="001C3768"/>
    <w:rsid w:val="001C3A28"/>
    <w:rsid w:val="001C423A"/>
    <w:rsid w:val="001C6EE9"/>
    <w:rsid w:val="001C7D88"/>
    <w:rsid w:val="001C7DAD"/>
    <w:rsid w:val="001D2902"/>
    <w:rsid w:val="001D34D6"/>
    <w:rsid w:val="001D4D5A"/>
    <w:rsid w:val="001D5977"/>
    <w:rsid w:val="001D71FD"/>
    <w:rsid w:val="001E005F"/>
    <w:rsid w:val="001E1946"/>
    <w:rsid w:val="001E225A"/>
    <w:rsid w:val="001E33AD"/>
    <w:rsid w:val="001E42D9"/>
    <w:rsid w:val="001E7173"/>
    <w:rsid w:val="001E77D8"/>
    <w:rsid w:val="001F125F"/>
    <w:rsid w:val="001F1F53"/>
    <w:rsid w:val="001F332F"/>
    <w:rsid w:val="001F4238"/>
    <w:rsid w:val="001F467D"/>
    <w:rsid w:val="001F499F"/>
    <w:rsid w:val="001F75B7"/>
    <w:rsid w:val="002008AC"/>
    <w:rsid w:val="00206F9F"/>
    <w:rsid w:val="0020768F"/>
    <w:rsid w:val="0021076E"/>
    <w:rsid w:val="00210CFD"/>
    <w:rsid w:val="00211065"/>
    <w:rsid w:val="00211BBF"/>
    <w:rsid w:val="002149D6"/>
    <w:rsid w:val="00214ABD"/>
    <w:rsid w:val="002174D9"/>
    <w:rsid w:val="0021776B"/>
    <w:rsid w:val="00220586"/>
    <w:rsid w:val="00221614"/>
    <w:rsid w:val="00224C99"/>
    <w:rsid w:val="0022612D"/>
    <w:rsid w:val="002269B5"/>
    <w:rsid w:val="00230D84"/>
    <w:rsid w:val="0023401B"/>
    <w:rsid w:val="002351D2"/>
    <w:rsid w:val="00235701"/>
    <w:rsid w:val="00244124"/>
    <w:rsid w:val="00246BDF"/>
    <w:rsid w:val="00247865"/>
    <w:rsid w:val="002545E4"/>
    <w:rsid w:val="002569F9"/>
    <w:rsid w:val="00257568"/>
    <w:rsid w:val="00260BC9"/>
    <w:rsid w:val="00265189"/>
    <w:rsid w:val="00267D6C"/>
    <w:rsid w:val="00270BBE"/>
    <w:rsid w:val="00272180"/>
    <w:rsid w:val="00275FAF"/>
    <w:rsid w:val="0028161D"/>
    <w:rsid w:val="00281766"/>
    <w:rsid w:val="0028184C"/>
    <w:rsid w:val="00281BDD"/>
    <w:rsid w:val="0028349D"/>
    <w:rsid w:val="00285359"/>
    <w:rsid w:val="00286A20"/>
    <w:rsid w:val="00291C57"/>
    <w:rsid w:val="00292E19"/>
    <w:rsid w:val="0029495E"/>
    <w:rsid w:val="00294C3D"/>
    <w:rsid w:val="002963BB"/>
    <w:rsid w:val="002A6A06"/>
    <w:rsid w:val="002A77DC"/>
    <w:rsid w:val="002A77F2"/>
    <w:rsid w:val="002A7C2B"/>
    <w:rsid w:val="002A7D8F"/>
    <w:rsid w:val="002B198E"/>
    <w:rsid w:val="002B22DC"/>
    <w:rsid w:val="002B3660"/>
    <w:rsid w:val="002B4F3C"/>
    <w:rsid w:val="002B592B"/>
    <w:rsid w:val="002B6C42"/>
    <w:rsid w:val="002B755D"/>
    <w:rsid w:val="002B77F5"/>
    <w:rsid w:val="002C0921"/>
    <w:rsid w:val="002C31B6"/>
    <w:rsid w:val="002C38EF"/>
    <w:rsid w:val="002C67F7"/>
    <w:rsid w:val="002C74B4"/>
    <w:rsid w:val="002D1564"/>
    <w:rsid w:val="002D2BD7"/>
    <w:rsid w:val="002D4B6E"/>
    <w:rsid w:val="002D5806"/>
    <w:rsid w:val="002D65CF"/>
    <w:rsid w:val="002D7B69"/>
    <w:rsid w:val="002E041C"/>
    <w:rsid w:val="002E07BD"/>
    <w:rsid w:val="002E1333"/>
    <w:rsid w:val="002E4883"/>
    <w:rsid w:val="002E4CF0"/>
    <w:rsid w:val="002E526E"/>
    <w:rsid w:val="002E63DB"/>
    <w:rsid w:val="002F5CEA"/>
    <w:rsid w:val="003008D4"/>
    <w:rsid w:val="003020CE"/>
    <w:rsid w:val="00302C5F"/>
    <w:rsid w:val="0030429E"/>
    <w:rsid w:val="00305F72"/>
    <w:rsid w:val="003071F0"/>
    <w:rsid w:val="00310F01"/>
    <w:rsid w:val="0031210C"/>
    <w:rsid w:val="00313DEC"/>
    <w:rsid w:val="00317C43"/>
    <w:rsid w:val="00324A52"/>
    <w:rsid w:val="0032643B"/>
    <w:rsid w:val="00327B34"/>
    <w:rsid w:val="00331ECC"/>
    <w:rsid w:val="00333AB6"/>
    <w:rsid w:val="00334480"/>
    <w:rsid w:val="00341BA0"/>
    <w:rsid w:val="00343D90"/>
    <w:rsid w:val="00345DBE"/>
    <w:rsid w:val="00346F29"/>
    <w:rsid w:val="00347F22"/>
    <w:rsid w:val="003508D0"/>
    <w:rsid w:val="0035187E"/>
    <w:rsid w:val="00351C3A"/>
    <w:rsid w:val="00352620"/>
    <w:rsid w:val="003544A4"/>
    <w:rsid w:val="00354941"/>
    <w:rsid w:val="00355222"/>
    <w:rsid w:val="00356CA6"/>
    <w:rsid w:val="003574BE"/>
    <w:rsid w:val="003577CC"/>
    <w:rsid w:val="003606ED"/>
    <w:rsid w:val="003612E2"/>
    <w:rsid w:val="003630BE"/>
    <w:rsid w:val="00363A73"/>
    <w:rsid w:val="00364667"/>
    <w:rsid w:val="00364897"/>
    <w:rsid w:val="003670D8"/>
    <w:rsid w:val="00367B1A"/>
    <w:rsid w:val="00367BB7"/>
    <w:rsid w:val="003700B6"/>
    <w:rsid w:val="00371C7C"/>
    <w:rsid w:val="003726FE"/>
    <w:rsid w:val="00373EE9"/>
    <w:rsid w:val="00375066"/>
    <w:rsid w:val="0037514F"/>
    <w:rsid w:val="003751B0"/>
    <w:rsid w:val="0037659C"/>
    <w:rsid w:val="0038149C"/>
    <w:rsid w:val="00382396"/>
    <w:rsid w:val="00382AA3"/>
    <w:rsid w:val="00383DC6"/>
    <w:rsid w:val="003849EB"/>
    <w:rsid w:val="00384AC7"/>
    <w:rsid w:val="003853C9"/>
    <w:rsid w:val="00385D53"/>
    <w:rsid w:val="00386061"/>
    <w:rsid w:val="0038718A"/>
    <w:rsid w:val="00387D05"/>
    <w:rsid w:val="00391F23"/>
    <w:rsid w:val="00392202"/>
    <w:rsid w:val="00395CA4"/>
    <w:rsid w:val="00395E9A"/>
    <w:rsid w:val="003A00B6"/>
    <w:rsid w:val="003A327C"/>
    <w:rsid w:val="003A5892"/>
    <w:rsid w:val="003A60A8"/>
    <w:rsid w:val="003A64CF"/>
    <w:rsid w:val="003A7F5E"/>
    <w:rsid w:val="003B0C5B"/>
    <w:rsid w:val="003B26BC"/>
    <w:rsid w:val="003B2CC3"/>
    <w:rsid w:val="003B5B36"/>
    <w:rsid w:val="003B607F"/>
    <w:rsid w:val="003B6C79"/>
    <w:rsid w:val="003B7456"/>
    <w:rsid w:val="003C01D7"/>
    <w:rsid w:val="003C3FFF"/>
    <w:rsid w:val="003C493B"/>
    <w:rsid w:val="003C4D5C"/>
    <w:rsid w:val="003C6CA1"/>
    <w:rsid w:val="003C7FF9"/>
    <w:rsid w:val="003D4133"/>
    <w:rsid w:val="003D441F"/>
    <w:rsid w:val="003D5A71"/>
    <w:rsid w:val="003D5C74"/>
    <w:rsid w:val="003D7210"/>
    <w:rsid w:val="003E2DAB"/>
    <w:rsid w:val="003E42B2"/>
    <w:rsid w:val="003E4379"/>
    <w:rsid w:val="003E5BAA"/>
    <w:rsid w:val="003E5CA9"/>
    <w:rsid w:val="003E7D44"/>
    <w:rsid w:val="003F0AE8"/>
    <w:rsid w:val="003F108F"/>
    <w:rsid w:val="003F39FD"/>
    <w:rsid w:val="0040076F"/>
    <w:rsid w:val="00401970"/>
    <w:rsid w:val="004020FB"/>
    <w:rsid w:val="004038C4"/>
    <w:rsid w:val="0040463C"/>
    <w:rsid w:val="004074DD"/>
    <w:rsid w:val="00410DCF"/>
    <w:rsid w:val="00411D73"/>
    <w:rsid w:val="004131F6"/>
    <w:rsid w:val="0041329D"/>
    <w:rsid w:val="004134F6"/>
    <w:rsid w:val="00414C7C"/>
    <w:rsid w:val="00415F4B"/>
    <w:rsid w:val="00417A92"/>
    <w:rsid w:val="00417B43"/>
    <w:rsid w:val="004203EB"/>
    <w:rsid w:val="00421E5C"/>
    <w:rsid w:val="0042211B"/>
    <w:rsid w:val="00422EE1"/>
    <w:rsid w:val="00423736"/>
    <w:rsid w:val="004269AE"/>
    <w:rsid w:val="004271D7"/>
    <w:rsid w:val="0044329C"/>
    <w:rsid w:val="00445BED"/>
    <w:rsid w:val="00447571"/>
    <w:rsid w:val="004477C1"/>
    <w:rsid w:val="00450025"/>
    <w:rsid w:val="00453045"/>
    <w:rsid w:val="00461824"/>
    <w:rsid w:val="00461E71"/>
    <w:rsid w:val="00462329"/>
    <w:rsid w:val="004630D4"/>
    <w:rsid w:val="00463234"/>
    <w:rsid w:val="00463395"/>
    <w:rsid w:val="00464526"/>
    <w:rsid w:val="00465E36"/>
    <w:rsid w:val="00466D39"/>
    <w:rsid w:val="00467A11"/>
    <w:rsid w:val="00471B93"/>
    <w:rsid w:val="004721EC"/>
    <w:rsid w:val="00474195"/>
    <w:rsid w:val="004742B9"/>
    <w:rsid w:val="004766AA"/>
    <w:rsid w:val="00480B77"/>
    <w:rsid w:val="00484F60"/>
    <w:rsid w:val="0048667C"/>
    <w:rsid w:val="004870A4"/>
    <w:rsid w:val="00487782"/>
    <w:rsid w:val="004925A2"/>
    <w:rsid w:val="00492F03"/>
    <w:rsid w:val="00494B18"/>
    <w:rsid w:val="00495880"/>
    <w:rsid w:val="00495B93"/>
    <w:rsid w:val="004967A9"/>
    <w:rsid w:val="00497BEE"/>
    <w:rsid w:val="004A09C8"/>
    <w:rsid w:val="004A29B5"/>
    <w:rsid w:val="004A40DD"/>
    <w:rsid w:val="004A457F"/>
    <w:rsid w:val="004A5212"/>
    <w:rsid w:val="004A5B95"/>
    <w:rsid w:val="004A70E2"/>
    <w:rsid w:val="004A779D"/>
    <w:rsid w:val="004A7BE7"/>
    <w:rsid w:val="004B4E74"/>
    <w:rsid w:val="004B6112"/>
    <w:rsid w:val="004B619B"/>
    <w:rsid w:val="004B68BA"/>
    <w:rsid w:val="004B6D45"/>
    <w:rsid w:val="004B72C3"/>
    <w:rsid w:val="004C3C03"/>
    <w:rsid w:val="004C4FB5"/>
    <w:rsid w:val="004C54BC"/>
    <w:rsid w:val="004C61B6"/>
    <w:rsid w:val="004D125C"/>
    <w:rsid w:val="004D1D70"/>
    <w:rsid w:val="004D2B69"/>
    <w:rsid w:val="004D4932"/>
    <w:rsid w:val="004D5B16"/>
    <w:rsid w:val="004D7E5D"/>
    <w:rsid w:val="004E0967"/>
    <w:rsid w:val="004E10EC"/>
    <w:rsid w:val="004E2A26"/>
    <w:rsid w:val="004E49C0"/>
    <w:rsid w:val="004E5F26"/>
    <w:rsid w:val="004E7E68"/>
    <w:rsid w:val="004E7ECA"/>
    <w:rsid w:val="004F163D"/>
    <w:rsid w:val="004F33C1"/>
    <w:rsid w:val="004F41E3"/>
    <w:rsid w:val="004F61F5"/>
    <w:rsid w:val="004F72FD"/>
    <w:rsid w:val="00501270"/>
    <w:rsid w:val="0050130E"/>
    <w:rsid w:val="00501839"/>
    <w:rsid w:val="0050313B"/>
    <w:rsid w:val="00503DC4"/>
    <w:rsid w:val="00503E80"/>
    <w:rsid w:val="00507060"/>
    <w:rsid w:val="005100C1"/>
    <w:rsid w:val="00510CB9"/>
    <w:rsid w:val="00511B09"/>
    <w:rsid w:val="00511E1C"/>
    <w:rsid w:val="00511E91"/>
    <w:rsid w:val="00512585"/>
    <w:rsid w:val="005128F1"/>
    <w:rsid w:val="00512914"/>
    <w:rsid w:val="00512E5D"/>
    <w:rsid w:val="005143F9"/>
    <w:rsid w:val="005156E0"/>
    <w:rsid w:val="0051573B"/>
    <w:rsid w:val="00515E60"/>
    <w:rsid w:val="005207FB"/>
    <w:rsid w:val="00520934"/>
    <w:rsid w:val="00521729"/>
    <w:rsid w:val="00524796"/>
    <w:rsid w:val="00526B4A"/>
    <w:rsid w:val="005274EE"/>
    <w:rsid w:val="00527658"/>
    <w:rsid w:val="005276A2"/>
    <w:rsid w:val="005360C5"/>
    <w:rsid w:val="005362D6"/>
    <w:rsid w:val="005371E0"/>
    <w:rsid w:val="005373B4"/>
    <w:rsid w:val="005409E7"/>
    <w:rsid w:val="00540C69"/>
    <w:rsid w:val="00543942"/>
    <w:rsid w:val="00546D18"/>
    <w:rsid w:val="00550333"/>
    <w:rsid w:val="005510B7"/>
    <w:rsid w:val="005516B9"/>
    <w:rsid w:val="00552B8C"/>
    <w:rsid w:val="00554596"/>
    <w:rsid w:val="00554DF2"/>
    <w:rsid w:val="0055681F"/>
    <w:rsid w:val="00561182"/>
    <w:rsid w:val="0056252F"/>
    <w:rsid w:val="00562CCF"/>
    <w:rsid w:val="00562D01"/>
    <w:rsid w:val="0056552D"/>
    <w:rsid w:val="00565BE1"/>
    <w:rsid w:val="00566F34"/>
    <w:rsid w:val="00567853"/>
    <w:rsid w:val="0057083E"/>
    <w:rsid w:val="00571325"/>
    <w:rsid w:val="005713AB"/>
    <w:rsid w:val="0057383C"/>
    <w:rsid w:val="0057472E"/>
    <w:rsid w:val="00574F38"/>
    <w:rsid w:val="00575543"/>
    <w:rsid w:val="005773BC"/>
    <w:rsid w:val="00577B36"/>
    <w:rsid w:val="00577EB9"/>
    <w:rsid w:val="0058005D"/>
    <w:rsid w:val="00582345"/>
    <w:rsid w:val="0058481F"/>
    <w:rsid w:val="00584EA0"/>
    <w:rsid w:val="00586511"/>
    <w:rsid w:val="00586CDC"/>
    <w:rsid w:val="00587559"/>
    <w:rsid w:val="00587F39"/>
    <w:rsid w:val="005908CC"/>
    <w:rsid w:val="005939D8"/>
    <w:rsid w:val="00593EB8"/>
    <w:rsid w:val="005949E4"/>
    <w:rsid w:val="00594B04"/>
    <w:rsid w:val="00594FEA"/>
    <w:rsid w:val="005955F2"/>
    <w:rsid w:val="00596F33"/>
    <w:rsid w:val="005974D2"/>
    <w:rsid w:val="005978D3"/>
    <w:rsid w:val="005A1FA1"/>
    <w:rsid w:val="005A3BD4"/>
    <w:rsid w:val="005A48F1"/>
    <w:rsid w:val="005A533A"/>
    <w:rsid w:val="005A6ADF"/>
    <w:rsid w:val="005B0721"/>
    <w:rsid w:val="005B3B11"/>
    <w:rsid w:val="005B423B"/>
    <w:rsid w:val="005B5447"/>
    <w:rsid w:val="005B552D"/>
    <w:rsid w:val="005B55BD"/>
    <w:rsid w:val="005B599F"/>
    <w:rsid w:val="005B6996"/>
    <w:rsid w:val="005B76C1"/>
    <w:rsid w:val="005B7ECB"/>
    <w:rsid w:val="005C3B96"/>
    <w:rsid w:val="005C5A23"/>
    <w:rsid w:val="005C6A62"/>
    <w:rsid w:val="005C7A63"/>
    <w:rsid w:val="005D0051"/>
    <w:rsid w:val="005D0615"/>
    <w:rsid w:val="005D179A"/>
    <w:rsid w:val="005D2142"/>
    <w:rsid w:val="005D36D9"/>
    <w:rsid w:val="005D6D1A"/>
    <w:rsid w:val="005D72B6"/>
    <w:rsid w:val="005D7D40"/>
    <w:rsid w:val="005E2868"/>
    <w:rsid w:val="005E30B2"/>
    <w:rsid w:val="005E469E"/>
    <w:rsid w:val="005E7D3C"/>
    <w:rsid w:val="005F1FC4"/>
    <w:rsid w:val="005F6A00"/>
    <w:rsid w:val="005F7E48"/>
    <w:rsid w:val="006032D8"/>
    <w:rsid w:val="0060355C"/>
    <w:rsid w:val="00603DAE"/>
    <w:rsid w:val="00604493"/>
    <w:rsid w:val="006072D6"/>
    <w:rsid w:val="00610114"/>
    <w:rsid w:val="0061029B"/>
    <w:rsid w:val="0061075B"/>
    <w:rsid w:val="00612476"/>
    <w:rsid w:val="00614567"/>
    <w:rsid w:val="00614BBA"/>
    <w:rsid w:val="00614F4F"/>
    <w:rsid w:val="00616703"/>
    <w:rsid w:val="00624A5B"/>
    <w:rsid w:val="006252E3"/>
    <w:rsid w:val="006259BF"/>
    <w:rsid w:val="00627E44"/>
    <w:rsid w:val="006301EA"/>
    <w:rsid w:val="00630F76"/>
    <w:rsid w:val="00631315"/>
    <w:rsid w:val="00632347"/>
    <w:rsid w:val="00632383"/>
    <w:rsid w:val="00633900"/>
    <w:rsid w:val="00633BF2"/>
    <w:rsid w:val="006346B4"/>
    <w:rsid w:val="00635EEF"/>
    <w:rsid w:val="00636FE0"/>
    <w:rsid w:val="00637945"/>
    <w:rsid w:val="006447D1"/>
    <w:rsid w:val="0064575A"/>
    <w:rsid w:val="00645F8B"/>
    <w:rsid w:val="006477B0"/>
    <w:rsid w:val="0065052A"/>
    <w:rsid w:val="00650935"/>
    <w:rsid w:val="006510B6"/>
    <w:rsid w:val="00653241"/>
    <w:rsid w:val="006534E3"/>
    <w:rsid w:val="00654175"/>
    <w:rsid w:val="00654DD8"/>
    <w:rsid w:val="00655467"/>
    <w:rsid w:val="00655966"/>
    <w:rsid w:val="00655A03"/>
    <w:rsid w:val="00655E06"/>
    <w:rsid w:val="0065702B"/>
    <w:rsid w:val="00657ED7"/>
    <w:rsid w:val="006601C3"/>
    <w:rsid w:val="00660529"/>
    <w:rsid w:val="00660CCC"/>
    <w:rsid w:val="00662E85"/>
    <w:rsid w:val="006655C9"/>
    <w:rsid w:val="006658CC"/>
    <w:rsid w:val="00670645"/>
    <w:rsid w:val="00670D7A"/>
    <w:rsid w:val="006727B6"/>
    <w:rsid w:val="00674756"/>
    <w:rsid w:val="00675747"/>
    <w:rsid w:val="006771C9"/>
    <w:rsid w:val="00685649"/>
    <w:rsid w:val="0069193C"/>
    <w:rsid w:val="006938CF"/>
    <w:rsid w:val="00693FEB"/>
    <w:rsid w:val="00694687"/>
    <w:rsid w:val="00697CE1"/>
    <w:rsid w:val="006A3FE9"/>
    <w:rsid w:val="006A41A8"/>
    <w:rsid w:val="006A4A34"/>
    <w:rsid w:val="006B0332"/>
    <w:rsid w:val="006B0367"/>
    <w:rsid w:val="006B19CD"/>
    <w:rsid w:val="006B29BB"/>
    <w:rsid w:val="006B6778"/>
    <w:rsid w:val="006B68B8"/>
    <w:rsid w:val="006C0BF5"/>
    <w:rsid w:val="006C35DD"/>
    <w:rsid w:val="006D002D"/>
    <w:rsid w:val="006D107D"/>
    <w:rsid w:val="006D2718"/>
    <w:rsid w:val="006D2E53"/>
    <w:rsid w:val="006D5681"/>
    <w:rsid w:val="006D61FD"/>
    <w:rsid w:val="006D6787"/>
    <w:rsid w:val="006E15B7"/>
    <w:rsid w:val="006E3FB5"/>
    <w:rsid w:val="006F1881"/>
    <w:rsid w:val="006F48A1"/>
    <w:rsid w:val="006F4EE4"/>
    <w:rsid w:val="006F5B9B"/>
    <w:rsid w:val="006F5FC3"/>
    <w:rsid w:val="006F63C2"/>
    <w:rsid w:val="006F6BD8"/>
    <w:rsid w:val="006F7350"/>
    <w:rsid w:val="00700647"/>
    <w:rsid w:val="00700A45"/>
    <w:rsid w:val="00701B4E"/>
    <w:rsid w:val="007022D6"/>
    <w:rsid w:val="007044E3"/>
    <w:rsid w:val="00707D5E"/>
    <w:rsid w:val="00711E30"/>
    <w:rsid w:val="0071276D"/>
    <w:rsid w:val="00714FF7"/>
    <w:rsid w:val="00720696"/>
    <w:rsid w:val="00722E38"/>
    <w:rsid w:val="00725B3A"/>
    <w:rsid w:val="0072668F"/>
    <w:rsid w:val="0072670F"/>
    <w:rsid w:val="00726CC4"/>
    <w:rsid w:val="00727754"/>
    <w:rsid w:val="00727B4B"/>
    <w:rsid w:val="00733A2D"/>
    <w:rsid w:val="0073411F"/>
    <w:rsid w:val="0073485C"/>
    <w:rsid w:val="0073486E"/>
    <w:rsid w:val="00735292"/>
    <w:rsid w:val="0073768E"/>
    <w:rsid w:val="0074154C"/>
    <w:rsid w:val="007436CC"/>
    <w:rsid w:val="00743A00"/>
    <w:rsid w:val="00743E3F"/>
    <w:rsid w:val="007440E6"/>
    <w:rsid w:val="007447D6"/>
    <w:rsid w:val="007467BB"/>
    <w:rsid w:val="00746AD8"/>
    <w:rsid w:val="00750C8E"/>
    <w:rsid w:val="00752134"/>
    <w:rsid w:val="00753134"/>
    <w:rsid w:val="00755532"/>
    <w:rsid w:val="00755E16"/>
    <w:rsid w:val="00756781"/>
    <w:rsid w:val="00757808"/>
    <w:rsid w:val="00757916"/>
    <w:rsid w:val="00757B8B"/>
    <w:rsid w:val="00761930"/>
    <w:rsid w:val="0076193A"/>
    <w:rsid w:val="00761E9A"/>
    <w:rsid w:val="007629F3"/>
    <w:rsid w:val="00762DCA"/>
    <w:rsid w:val="0076394A"/>
    <w:rsid w:val="0077080E"/>
    <w:rsid w:val="00770B23"/>
    <w:rsid w:val="00772296"/>
    <w:rsid w:val="00777460"/>
    <w:rsid w:val="00777E04"/>
    <w:rsid w:val="00781A06"/>
    <w:rsid w:val="007827ED"/>
    <w:rsid w:val="00783FE1"/>
    <w:rsid w:val="00784B76"/>
    <w:rsid w:val="0079133F"/>
    <w:rsid w:val="007921D9"/>
    <w:rsid w:val="00794118"/>
    <w:rsid w:val="007943A2"/>
    <w:rsid w:val="00794772"/>
    <w:rsid w:val="007951FC"/>
    <w:rsid w:val="00795F2E"/>
    <w:rsid w:val="0079664C"/>
    <w:rsid w:val="00796C1B"/>
    <w:rsid w:val="00797012"/>
    <w:rsid w:val="007A0DA8"/>
    <w:rsid w:val="007A39DC"/>
    <w:rsid w:val="007A3B09"/>
    <w:rsid w:val="007A4180"/>
    <w:rsid w:val="007B0158"/>
    <w:rsid w:val="007B03EA"/>
    <w:rsid w:val="007B216C"/>
    <w:rsid w:val="007B2CBB"/>
    <w:rsid w:val="007B5CAD"/>
    <w:rsid w:val="007B7600"/>
    <w:rsid w:val="007C365A"/>
    <w:rsid w:val="007C5A4C"/>
    <w:rsid w:val="007C6219"/>
    <w:rsid w:val="007C79B1"/>
    <w:rsid w:val="007D1552"/>
    <w:rsid w:val="007D5A67"/>
    <w:rsid w:val="007D614D"/>
    <w:rsid w:val="007D6820"/>
    <w:rsid w:val="007E61C3"/>
    <w:rsid w:val="007E6E3C"/>
    <w:rsid w:val="007F1810"/>
    <w:rsid w:val="007F27A5"/>
    <w:rsid w:val="007F64FE"/>
    <w:rsid w:val="008000B0"/>
    <w:rsid w:val="0080144C"/>
    <w:rsid w:val="00801962"/>
    <w:rsid w:val="008049DD"/>
    <w:rsid w:val="00811547"/>
    <w:rsid w:val="008117AD"/>
    <w:rsid w:val="00812221"/>
    <w:rsid w:val="008156BD"/>
    <w:rsid w:val="0081723D"/>
    <w:rsid w:val="00823C72"/>
    <w:rsid w:val="00830F16"/>
    <w:rsid w:val="00834F1B"/>
    <w:rsid w:val="008427D4"/>
    <w:rsid w:val="00842AB6"/>
    <w:rsid w:val="00844205"/>
    <w:rsid w:val="00844547"/>
    <w:rsid w:val="00844CFE"/>
    <w:rsid w:val="00844D6D"/>
    <w:rsid w:val="00851CC3"/>
    <w:rsid w:val="00851F58"/>
    <w:rsid w:val="00852938"/>
    <w:rsid w:val="00855D35"/>
    <w:rsid w:val="00856AC9"/>
    <w:rsid w:val="0086013C"/>
    <w:rsid w:val="00860816"/>
    <w:rsid w:val="00860A79"/>
    <w:rsid w:val="00860AD6"/>
    <w:rsid w:val="00866612"/>
    <w:rsid w:val="00867021"/>
    <w:rsid w:val="008674E2"/>
    <w:rsid w:val="0087021D"/>
    <w:rsid w:val="00870472"/>
    <w:rsid w:val="008706FE"/>
    <w:rsid w:val="00870B03"/>
    <w:rsid w:val="00872772"/>
    <w:rsid w:val="0087610A"/>
    <w:rsid w:val="00882369"/>
    <w:rsid w:val="00883039"/>
    <w:rsid w:val="008830EE"/>
    <w:rsid w:val="0088383C"/>
    <w:rsid w:val="0088398C"/>
    <w:rsid w:val="008842BB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4549"/>
    <w:rsid w:val="00897298"/>
    <w:rsid w:val="0089744E"/>
    <w:rsid w:val="008A0B46"/>
    <w:rsid w:val="008A1E28"/>
    <w:rsid w:val="008A66EB"/>
    <w:rsid w:val="008A704D"/>
    <w:rsid w:val="008A7D17"/>
    <w:rsid w:val="008B0006"/>
    <w:rsid w:val="008B12CF"/>
    <w:rsid w:val="008B42C6"/>
    <w:rsid w:val="008B628A"/>
    <w:rsid w:val="008C3680"/>
    <w:rsid w:val="008C3869"/>
    <w:rsid w:val="008C510E"/>
    <w:rsid w:val="008D0788"/>
    <w:rsid w:val="008D2C2F"/>
    <w:rsid w:val="008D4CD4"/>
    <w:rsid w:val="008D60CE"/>
    <w:rsid w:val="008D7DAC"/>
    <w:rsid w:val="008D7E52"/>
    <w:rsid w:val="008E004D"/>
    <w:rsid w:val="008E137C"/>
    <w:rsid w:val="008E1FD7"/>
    <w:rsid w:val="008E2707"/>
    <w:rsid w:val="008E2BE5"/>
    <w:rsid w:val="008E4FE3"/>
    <w:rsid w:val="008F0140"/>
    <w:rsid w:val="008F02A2"/>
    <w:rsid w:val="008F232A"/>
    <w:rsid w:val="008F46C8"/>
    <w:rsid w:val="008F634C"/>
    <w:rsid w:val="00902204"/>
    <w:rsid w:val="009027AF"/>
    <w:rsid w:val="009055A5"/>
    <w:rsid w:val="00910853"/>
    <w:rsid w:val="00910B72"/>
    <w:rsid w:val="00911F82"/>
    <w:rsid w:val="00912DF5"/>
    <w:rsid w:val="0091325A"/>
    <w:rsid w:val="0091371C"/>
    <w:rsid w:val="00916384"/>
    <w:rsid w:val="009178AD"/>
    <w:rsid w:val="00917AAF"/>
    <w:rsid w:val="00917F21"/>
    <w:rsid w:val="00920A17"/>
    <w:rsid w:val="00921FEB"/>
    <w:rsid w:val="00922833"/>
    <w:rsid w:val="009233DC"/>
    <w:rsid w:val="00925317"/>
    <w:rsid w:val="00930873"/>
    <w:rsid w:val="0093308F"/>
    <w:rsid w:val="0093389E"/>
    <w:rsid w:val="00936C06"/>
    <w:rsid w:val="00936E92"/>
    <w:rsid w:val="0094020F"/>
    <w:rsid w:val="009419DC"/>
    <w:rsid w:val="00941AB4"/>
    <w:rsid w:val="009420ED"/>
    <w:rsid w:val="009455AE"/>
    <w:rsid w:val="0094632A"/>
    <w:rsid w:val="00946712"/>
    <w:rsid w:val="00950052"/>
    <w:rsid w:val="00950BE4"/>
    <w:rsid w:val="00950C07"/>
    <w:rsid w:val="00951A17"/>
    <w:rsid w:val="00952D3E"/>
    <w:rsid w:val="0095498F"/>
    <w:rsid w:val="00955044"/>
    <w:rsid w:val="00956189"/>
    <w:rsid w:val="00962CC9"/>
    <w:rsid w:val="0096649C"/>
    <w:rsid w:val="00966E11"/>
    <w:rsid w:val="009711FB"/>
    <w:rsid w:val="00971C9B"/>
    <w:rsid w:val="00972541"/>
    <w:rsid w:val="009725AC"/>
    <w:rsid w:val="00973548"/>
    <w:rsid w:val="009757ED"/>
    <w:rsid w:val="00977DBE"/>
    <w:rsid w:val="00980A4B"/>
    <w:rsid w:val="009811E3"/>
    <w:rsid w:val="00982400"/>
    <w:rsid w:val="009829D3"/>
    <w:rsid w:val="00983261"/>
    <w:rsid w:val="0098568B"/>
    <w:rsid w:val="0098731C"/>
    <w:rsid w:val="00990F09"/>
    <w:rsid w:val="0099107B"/>
    <w:rsid w:val="00994E46"/>
    <w:rsid w:val="009965F1"/>
    <w:rsid w:val="009978C2"/>
    <w:rsid w:val="00997B1D"/>
    <w:rsid w:val="009A0C89"/>
    <w:rsid w:val="009A5C57"/>
    <w:rsid w:val="009A6768"/>
    <w:rsid w:val="009B1274"/>
    <w:rsid w:val="009B1D12"/>
    <w:rsid w:val="009B3F98"/>
    <w:rsid w:val="009B492E"/>
    <w:rsid w:val="009B65D8"/>
    <w:rsid w:val="009B7286"/>
    <w:rsid w:val="009C0830"/>
    <w:rsid w:val="009C24ED"/>
    <w:rsid w:val="009C4755"/>
    <w:rsid w:val="009D057E"/>
    <w:rsid w:val="009D7BC4"/>
    <w:rsid w:val="009D7C6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288"/>
    <w:rsid w:val="009F77D4"/>
    <w:rsid w:val="009F7FF6"/>
    <w:rsid w:val="00A02F88"/>
    <w:rsid w:val="00A04BD5"/>
    <w:rsid w:val="00A050DA"/>
    <w:rsid w:val="00A07BA8"/>
    <w:rsid w:val="00A07F47"/>
    <w:rsid w:val="00A141D5"/>
    <w:rsid w:val="00A1606E"/>
    <w:rsid w:val="00A16717"/>
    <w:rsid w:val="00A17528"/>
    <w:rsid w:val="00A1769E"/>
    <w:rsid w:val="00A20983"/>
    <w:rsid w:val="00A21692"/>
    <w:rsid w:val="00A230B5"/>
    <w:rsid w:val="00A23845"/>
    <w:rsid w:val="00A23CAF"/>
    <w:rsid w:val="00A25259"/>
    <w:rsid w:val="00A26BDA"/>
    <w:rsid w:val="00A33335"/>
    <w:rsid w:val="00A3489A"/>
    <w:rsid w:val="00A352E8"/>
    <w:rsid w:val="00A413CC"/>
    <w:rsid w:val="00A415FF"/>
    <w:rsid w:val="00A42A95"/>
    <w:rsid w:val="00A4457F"/>
    <w:rsid w:val="00A466BD"/>
    <w:rsid w:val="00A504D6"/>
    <w:rsid w:val="00A50F9B"/>
    <w:rsid w:val="00A55037"/>
    <w:rsid w:val="00A553DA"/>
    <w:rsid w:val="00A61BBC"/>
    <w:rsid w:val="00A61CFC"/>
    <w:rsid w:val="00A6318C"/>
    <w:rsid w:val="00A647F3"/>
    <w:rsid w:val="00A6616A"/>
    <w:rsid w:val="00A670D7"/>
    <w:rsid w:val="00A71779"/>
    <w:rsid w:val="00A72CA9"/>
    <w:rsid w:val="00A736EF"/>
    <w:rsid w:val="00A7389B"/>
    <w:rsid w:val="00A75858"/>
    <w:rsid w:val="00A7631F"/>
    <w:rsid w:val="00A77067"/>
    <w:rsid w:val="00A83BA2"/>
    <w:rsid w:val="00A85C5B"/>
    <w:rsid w:val="00A85E52"/>
    <w:rsid w:val="00A86A68"/>
    <w:rsid w:val="00A86CB6"/>
    <w:rsid w:val="00A9250B"/>
    <w:rsid w:val="00A92D99"/>
    <w:rsid w:val="00A938F4"/>
    <w:rsid w:val="00A9554B"/>
    <w:rsid w:val="00A963D6"/>
    <w:rsid w:val="00A97FB8"/>
    <w:rsid w:val="00AA15EC"/>
    <w:rsid w:val="00AA1F7A"/>
    <w:rsid w:val="00AA2684"/>
    <w:rsid w:val="00AA3661"/>
    <w:rsid w:val="00AA4B0A"/>
    <w:rsid w:val="00AB076A"/>
    <w:rsid w:val="00AB0982"/>
    <w:rsid w:val="00AB0D7A"/>
    <w:rsid w:val="00AB31EA"/>
    <w:rsid w:val="00AB4B19"/>
    <w:rsid w:val="00AB4BD7"/>
    <w:rsid w:val="00AB5353"/>
    <w:rsid w:val="00AB5E44"/>
    <w:rsid w:val="00AC1828"/>
    <w:rsid w:val="00AC1E84"/>
    <w:rsid w:val="00AC38EE"/>
    <w:rsid w:val="00AC3D9D"/>
    <w:rsid w:val="00AC4134"/>
    <w:rsid w:val="00AC4153"/>
    <w:rsid w:val="00AD2728"/>
    <w:rsid w:val="00AD275B"/>
    <w:rsid w:val="00AD56DB"/>
    <w:rsid w:val="00AD5E9D"/>
    <w:rsid w:val="00AD6AD4"/>
    <w:rsid w:val="00AE078B"/>
    <w:rsid w:val="00AE2095"/>
    <w:rsid w:val="00AE3589"/>
    <w:rsid w:val="00AE363E"/>
    <w:rsid w:val="00AE54CA"/>
    <w:rsid w:val="00AF0B21"/>
    <w:rsid w:val="00AF0E16"/>
    <w:rsid w:val="00AF4664"/>
    <w:rsid w:val="00AF5685"/>
    <w:rsid w:val="00AF5870"/>
    <w:rsid w:val="00AF5A9D"/>
    <w:rsid w:val="00AF6ADF"/>
    <w:rsid w:val="00B00301"/>
    <w:rsid w:val="00B0156A"/>
    <w:rsid w:val="00B018D0"/>
    <w:rsid w:val="00B04393"/>
    <w:rsid w:val="00B05ADF"/>
    <w:rsid w:val="00B068A2"/>
    <w:rsid w:val="00B1024F"/>
    <w:rsid w:val="00B1111E"/>
    <w:rsid w:val="00B112B2"/>
    <w:rsid w:val="00B12220"/>
    <w:rsid w:val="00B1411C"/>
    <w:rsid w:val="00B21F96"/>
    <w:rsid w:val="00B23474"/>
    <w:rsid w:val="00B23B55"/>
    <w:rsid w:val="00B23E6C"/>
    <w:rsid w:val="00B24E94"/>
    <w:rsid w:val="00B30432"/>
    <w:rsid w:val="00B30ACE"/>
    <w:rsid w:val="00B32051"/>
    <w:rsid w:val="00B324EC"/>
    <w:rsid w:val="00B3456C"/>
    <w:rsid w:val="00B35D9D"/>
    <w:rsid w:val="00B366D6"/>
    <w:rsid w:val="00B375BD"/>
    <w:rsid w:val="00B410F6"/>
    <w:rsid w:val="00B43068"/>
    <w:rsid w:val="00B43712"/>
    <w:rsid w:val="00B4420B"/>
    <w:rsid w:val="00B457AE"/>
    <w:rsid w:val="00B46818"/>
    <w:rsid w:val="00B46FE6"/>
    <w:rsid w:val="00B500A3"/>
    <w:rsid w:val="00B501B8"/>
    <w:rsid w:val="00B503BE"/>
    <w:rsid w:val="00B51D2B"/>
    <w:rsid w:val="00B53A75"/>
    <w:rsid w:val="00B5506A"/>
    <w:rsid w:val="00B5573A"/>
    <w:rsid w:val="00B5712A"/>
    <w:rsid w:val="00B6052C"/>
    <w:rsid w:val="00B618A0"/>
    <w:rsid w:val="00B61B4C"/>
    <w:rsid w:val="00B62198"/>
    <w:rsid w:val="00B661AC"/>
    <w:rsid w:val="00B664C3"/>
    <w:rsid w:val="00B67956"/>
    <w:rsid w:val="00B75AA5"/>
    <w:rsid w:val="00B75F0E"/>
    <w:rsid w:val="00B76109"/>
    <w:rsid w:val="00B76997"/>
    <w:rsid w:val="00B771F6"/>
    <w:rsid w:val="00B81D56"/>
    <w:rsid w:val="00B831CB"/>
    <w:rsid w:val="00B8584F"/>
    <w:rsid w:val="00B863F5"/>
    <w:rsid w:val="00B868A6"/>
    <w:rsid w:val="00B86D59"/>
    <w:rsid w:val="00B911DA"/>
    <w:rsid w:val="00B91FB7"/>
    <w:rsid w:val="00B933C8"/>
    <w:rsid w:val="00B9412D"/>
    <w:rsid w:val="00B953F3"/>
    <w:rsid w:val="00B95B96"/>
    <w:rsid w:val="00BA20E7"/>
    <w:rsid w:val="00BA28D1"/>
    <w:rsid w:val="00BA43AB"/>
    <w:rsid w:val="00BA4AD6"/>
    <w:rsid w:val="00BA5233"/>
    <w:rsid w:val="00BB18CE"/>
    <w:rsid w:val="00BB1A0D"/>
    <w:rsid w:val="00BB2150"/>
    <w:rsid w:val="00BB25BD"/>
    <w:rsid w:val="00BB3D83"/>
    <w:rsid w:val="00BB3DD0"/>
    <w:rsid w:val="00BB665A"/>
    <w:rsid w:val="00BC25C5"/>
    <w:rsid w:val="00BC2BA3"/>
    <w:rsid w:val="00BC45AC"/>
    <w:rsid w:val="00BC5E80"/>
    <w:rsid w:val="00BC64B4"/>
    <w:rsid w:val="00BD3BC8"/>
    <w:rsid w:val="00BD4D4C"/>
    <w:rsid w:val="00BD562D"/>
    <w:rsid w:val="00BD659E"/>
    <w:rsid w:val="00BE0C62"/>
    <w:rsid w:val="00BE0EC6"/>
    <w:rsid w:val="00BE15DB"/>
    <w:rsid w:val="00BE1785"/>
    <w:rsid w:val="00BE28EE"/>
    <w:rsid w:val="00BE29CB"/>
    <w:rsid w:val="00BE4662"/>
    <w:rsid w:val="00BE51F8"/>
    <w:rsid w:val="00BE59A9"/>
    <w:rsid w:val="00BE6AB0"/>
    <w:rsid w:val="00BF086D"/>
    <w:rsid w:val="00BF25A5"/>
    <w:rsid w:val="00BF3A04"/>
    <w:rsid w:val="00BF50EC"/>
    <w:rsid w:val="00BF5D59"/>
    <w:rsid w:val="00BF68AC"/>
    <w:rsid w:val="00C00AC9"/>
    <w:rsid w:val="00C011A7"/>
    <w:rsid w:val="00C02009"/>
    <w:rsid w:val="00C02D79"/>
    <w:rsid w:val="00C04493"/>
    <w:rsid w:val="00C047F9"/>
    <w:rsid w:val="00C04925"/>
    <w:rsid w:val="00C04D94"/>
    <w:rsid w:val="00C0520E"/>
    <w:rsid w:val="00C0590B"/>
    <w:rsid w:val="00C11C1A"/>
    <w:rsid w:val="00C13F3B"/>
    <w:rsid w:val="00C154B2"/>
    <w:rsid w:val="00C170D1"/>
    <w:rsid w:val="00C17445"/>
    <w:rsid w:val="00C20289"/>
    <w:rsid w:val="00C20617"/>
    <w:rsid w:val="00C20CDA"/>
    <w:rsid w:val="00C21442"/>
    <w:rsid w:val="00C21BD9"/>
    <w:rsid w:val="00C22F00"/>
    <w:rsid w:val="00C258AC"/>
    <w:rsid w:val="00C25FC0"/>
    <w:rsid w:val="00C2627F"/>
    <w:rsid w:val="00C262A8"/>
    <w:rsid w:val="00C2644C"/>
    <w:rsid w:val="00C26C54"/>
    <w:rsid w:val="00C277FD"/>
    <w:rsid w:val="00C30CC0"/>
    <w:rsid w:val="00C3116D"/>
    <w:rsid w:val="00C32A9B"/>
    <w:rsid w:val="00C32F10"/>
    <w:rsid w:val="00C33743"/>
    <w:rsid w:val="00C34CCF"/>
    <w:rsid w:val="00C34F23"/>
    <w:rsid w:val="00C36D3A"/>
    <w:rsid w:val="00C37E98"/>
    <w:rsid w:val="00C4293E"/>
    <w:rsid w:val="00C43863"/>
    <w:rsid w:val="00C460D1"/>
    <w:rsid w:val="00C47FE4"/>
    <w:rsid w:val="00C52523"/>
    <w:rsid w:val="00C53507"/>
    <w:rsid w:val="00C53FB2"/>
    <w:rsid w:val="00C57050"/>
    <w:rsid w:val="00C64150"/>
    <w:rsid w:val="00C65165"/>
    <w:rsid w:val="00C65543"/>
    <w:rsid w:val="00C67773"/>
    <w:rsid w:val="00C715EA"/>
    <w:rsid w:val="00C73BDF"/>
    <w:rsid w:val="00C74D7F"/>
    <w:rsid w:val="00C8053D"/>
    <w:rsid w:val="00C80866"/>
    <w:rsid w:val="00C824DC"/>
    <w:rsid w:val="00C82DAB"/>
    <w:rsid w:val="00C83A0A"/>
    <w:rsid w:val="00C84A86"/>
    <w:rsid w:val="00C84DB1"/>
    <w:rsid w:val="00C85B39"/>
    <w:rsid w:val="00C8779C"/>
    <w:rsid w:val="00C91CEF"/>
    <w:rsid w:val="00C95316"/>
    <w:rsid w:val="00CA5116"/>
    <w:rsid w:val="00CA66CB"/>
    <w:rsid w:val="00CB2A53"/>
    <w:rsid w:val="00CB2F6B"/>
    <w:rsid w:val="00CB376A"/>
    <w:rsid w:val="00CB658B"/>
    <w:rsid w:val="00CB6E78"/>
    <w:rsid w:val="00CB6F9B"/>
    <w:rsid w:val="00CB7F49"/>
    <w:rsid w:val="00CC2427"/>
    <w:rsid w:val="00CC3FBE"/>
    <w:rsid w:val="00CC4A85"/>
    <w:rsid w:val="00CC7745"/>
    <w:rsid w:val="00CD2426"/>
    <w:rsid w:val="00CD30D9"/>
    <w:rsid w:val="00CE2047"/>
    <w:rsid w:val="00CE4CB8"/>
    <w:rsid w:val="00CE547E"/>
    <w:rsid w:val="00CE7277"/>
    <w:rsid w:val="00CE7513"/>
    <w:rsid w:val="00CF0873"/>
    <w:rsid w:val="00CF41A9"/>
    <w:rsid w:val="00CF4201"/>
    <w:rsid w:val="00CF6177"/>
    <w:rsid w:val="00D003A2"/>
    <w:rsid w:val="00D01276"/>
    <w:rsid w:val="00D01A5C"/>
    <w:rsid w:val="00D02198"/>
    <w:rsid w:val="00D0333D"/>
    <w:rsid w:val="00D04DF7"/>
    <w:rsid w:val="00D05742"/>
    <w:rsid w:val="00D06350"/>
    <w:rsid w:val="00D06FB1"/>
    <w:rsid w:val="00D11452"/>
    <w:rsid w:val="00D11836"/>
    <w:rsid w:val="00D136DB"/>
    <w:rsid w:val="00D138F8"/>
    <w:rsid w:val="00D142E9"/>
    <w:rsid w:val="00D155BD"/>
    <w:rsid w:val="00D1621E"/>
    <w:rsid w:val="00D20D84"/>
    <w:rsid w:val="00D23107"/>
    <w:rsid w:val="00D258F9"/>
    <w:rsid w:val="00D26B24"/>
    <w:rsid w:val="00D26F23"/>
    <w:rsid w:val="00D2706E"/>
    <w:rsid w:val="00D30AA5"/>
    <w:rsid w:val="00D33A6B"/>
    <w:rsid w:val="00D36800"/>
    <w:rsid w:val="00D40832"/>
    <w:rsid w:val="00D41DD1"/>
    <w:rsid w:val="00D435C5"/>
    <w:rsid w:val="00D47C6E"/>
    <w:rsid w:val="00D51DA0"/>
    <w:rsid w:val="00D5512F"/>
    <w:rsid w:val="00D55AE8"/>
    <w:rsid w:val="00D60BA1"/>
    <w:rsid w:val="00D64C84"/>
    <w:rsid w:val="00D65163"/>
    <w:rsid w:val="00D67C9B"/>
    <w:rsid w:val="00D747FD"/>
    <w:rsid w:val="00D74ECD"/>
    <w:rsid w:val="00D7644D"/>
    <w:rsid w:val="00D805DB"/>
    <w:rsid w:val="00D8461E"/>
    <w:rsid w:val="00D84D45"/>
    <w:rsid w:val="00D8671E"/>
    <w:rsid w:val="00D87BC1"/>
    <w:rsid w:val="00D87D63"/>
    <w:rsid w:val="00D90C68"/>
    <w:rsid w:val="00D920E1"/>
    <w:rsid w:val="00D92672"/>
    <w:rsid w:val="00D9636D"/>
    <w:rsid w:val="00D97CE8"/>
    <w:rsid w:val="00DA00C6"/>
    <w:rsid w:val="00DA0CE3"/>
    <w:rsid w:val="00DA0D23"/>
    <w:rsid w:val="00DA18F5"/>
    <w:rsid w:val="00DA194B"/>
    <w:rsid w:val="00DA1CD7"/>
    <w:rsid w:val="00DA40F1"/>
    <w:rsid w:val="00DA46BD"/>
    <w:rsid w:val="00DB47B1"/>
    <w:rsid w:val="00DB55E2"/>
    <w:rsid w:val="00DC06CD"/>
    <w:rsid w:val="00DC23D6"/>
    <w:rsid w:val="00DC3FA5"/>
    <w:rsid w:val="00DC406A"/>
    <w:rsid w:val="00DD1586"/>
    <w:rsid w:val="00DD19B5"/>
    <w:rsid w:val="00DD220E"/>
    <w:rsid w:val="00DD2789"/>
    <w:rsid w:val="00DD2813"/>
    <w:rsid w:val="00DD2A5C"/>
    <w:rsid w:val="00DD3154"/>
    <w:rsid w:val="00DD5330"/>
    <w:rsid w:val="00DD5A35"/>
    <w:rsid w:val="00DD6013"/>
    <w:rsid w:val="00DE1D71"/>
    <w:rsid w:val="00DE2457"/>
    <w:rsid w:val="00DE2FAE"/>
    <w:rsid w:val="00DE3D43"/>
    <w:rsid w:val="00DE5284"/>
    <w:rsid w:val="00DE6CBF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1FD6"/>
    <w:rsid w:val="00E04B4C"/>
    <w:rsid w:val="00E05EC2"/>
    <w:rsid w:val="00E074DD"/>
    <w:rsid w:val="00E10098"/>
    <w:rsid w:val="00E102C2"/>
    <w:rsid w:val="00E107FF"/>
    <w:rsid w:val="00E109DA"/>
    <w:rsid w:val="00E10DB0"/>
    <w:rsid w:val="00E112D7"/>
    <w:rsid w:val="00E133A4"/>
    <w:rsid w:val="00E13DF8"/>
    <w:rsid w:val="00E149E0"/>
    <w:rsid w:val="00E163FF"/>
    <w:rsid w:val="00E166B7"/>
    <w:rsid w:val="00E16F55"/>
    <w:rsid w:val="00E1756E"/>
    <w:rsid w:val="00E17882"/>
    <w:rsid w:val="00E178EC"/>
    <w:rsid w:val="00E17CF9"/>
    <w:rsid w:val="00E220B1"/>
    <w:rsid w:val="00E32C29"/>
    <w:rsid w:val="00E32CA1"/>
    <w:rsid w:val="00E32E21"/>
    <w:rsid w:val="00E3451D"/>
    <w:rsid w:val="00E353B4"/>
    <w:rsid w:val="00E35BB5"/>
    <w:rsid w:val="00E3701A"/>
    <w:rsid w:val="00E40003"/>
    <w:rsid w:val="00E404E3"/>
    <w:rsid w:val="00E424EA"/>
    <w:rsid w:val="00E46905"/>
    <w:rsid w:val="00E46DE2"/>
    <w:rsid w:val="00E5066E"/>
    <w:rsid w:val="00E5320F"/>
    <w:rsid w:val="00E53D18"/>
    <w:rsid w:val="00E57341"/>
    <w:rsid w:val="00E6011C"/>
    <w:rsid w:val="00E6083A"/>
    <w:rsid w:val="00E61D9D"/>
    <w:rsid w:val="00E6359E"/>
    <w:rsid w:val="00E63BA1"/>
    <w:rsid w:val="00E65139"/>
    <w:rsid w:val="00E662FB"/>
    <w:rsid w:val="00E676A1"/>
    <w:rsid w:val="00E67B1D"/>
    <w:rsid w:val="00E7128C"/>
    <w:rsid w:val="00E71457"/>
    <w:rsid w:val="00E719B2"/>
    <w:rsid w:val="00E72215"/>
    <w:rsid w:val="00E732A8"/>
    <w:rsid w:val="00E7523D"/>
    <w:rsid w:val="00E75570"/>
    <w:rsid w:val="00E766B7"/>
    <w:rsid w:val="00E7698A"/>
    <w:rsid w:val="00E76E04"/>
    <w:rsid w:val="00E770AD"/>
    <w:rsid w:val="00E774E4"/>
    <w:rsid w:val="00E77FA6"/>
    <w:rsid w:val="00E803A9"/>
    <w:rsid w:val="00E8168F"/>
    <w:rsid w:val="00E81FB7"/>
    <w:rsid w:val="00E83987"/>
    <w:rsid w:val="00E859F2"/>
    <w:rsid w:val="00E85C34"/>
    <w:rsid w:val="00E872D1"/>
    <w:rsid w:val="00E90BDA"/>
    <w:rsid w:val="00E90F1F"/>
    <w:rsid w:val="00E9166A"/>
    <w:rsid w:val="00E922E1"/>
    <w:rsid w:val="00E95948"/>
    <w:rsid w:val="00E96562"/>
    <w:rsid w:val="00EA01E7"/>
    <w:rsid w:val="00EA43D2"/>
    <w:rsid w:val="00EA56D8"/>
    <w:rsid w:val="00EA5B28"/>
    <w:rsid w:val="00EA7EC3"/>
    <w:rsid w:val="00EB0D56"/>
    <w:rsid w:val="00EB1878"/>
    <w:rsid w:val="00EB255B"/>
    <w:rsid w:val="00EB38C0"/>
    <w:rsid w:val="00EB3A15"/>
    <w:rsid w:val="00EB5243"/>
    <w:rsid w:val="00EB5693"/>
    <w:rsid w:val="00EB5F83"/>
    <w:rsid w:val="00EB7C29"/>
    <w:rsid w:val="00EC1680"/>
    <w:rsid w:val="00EC2CFC"/>
    <w:rsid w:val="00EC53C8"/>
    <w:rsid w:val="00EC5CF0"/>
    <w:rsid w:val="00EC6C42"/>
    <w:rsid w:val="00ED0C3A"/>
    <w:rsid w:val="00ED210A"/>
    <w:rsid w:val="00ED223D"/>
    <w:rsid w:val="00ED227E"/>
    <w:rsid w:val="00ED24D7"/>
    <w:rsid w:val="00ED2AAB"/>
    <w:rsid w:val="00ED39EB"/>
    <w:rsid w:val="00ED4DBD"/>
    <w:rsid w:val="00EE0B9C"/>
    <w:rsid w:val="00EE6DE0"/>
    <w:rsid w:val="00EE796F"/>
    <w:rsid w:val="00EF1F97"/>
    <w:rsid w:val="00EF460F"/>
    <w:rsid w:val="00EF566E"/>
    <w:rsid w:val="00EF7CC1"/>
    <w:rsid w:val="00F003D7"/>
    <w:rsid w:val="00F00AD5"/>
    <w:rsid w:val="00F026AA"/>
    <w:rsid w:val="00F05721"/>
    <w:rsid w:val="00F10B3C"/>
    <w:rsid w:val="00F10F6E"/>
    <w:rsid w:val="00F1127B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3D59"/>
    <w:rsid w:val="00F24AB7"/>
    <w:rsid w:val="00F26037"/>
    <w:rsid w:val="00F327DE"/>
    <w:rsid w:val="00F361B2"/>
    <w:rsid w:val="00F405F7"/>
    <w:rsid w:val="00F40884"/>
    <w:rsid w:val="00F40E3A"/>
    <w:rsid w:val="00F4275F"/>
    <w:rsid w:val="00F438B8"/>
    <w:rsid w:val="00F44AD9"/>
    <w:rsid w:val="00F45CDA"/>
    <w:rsid w:val="00F468D9"/>
    <w:rsid w:val="00F473BF"/>
    <w:rsid w:val="00F513BC"/>
    <w:rsid w:val="00F54AE0"/>
    <w:rsid w:val="00F5512F"/>
    <w:rsid w:val="00F56B1A"/>
    <w:rsid w:val="00F60927"/>
    <w:rsid w:val="00F609CA"/>
    <w:rsid w:val="00F60EEE"/>
    <w:rsid w:val="00F61CAF"/>
    <w:rsid w:val="00F63D8A"/>
    <w:rsid w:val="00F63E7A"/>
    <w:rsid w:val="00F64995"/>
    <w:rsid w:val="00F7219A"/>
    <w:rsid w:val="00F73773"/>
    <w:rsid w:val="00F73BF3"/>
    <w:rsid w:val="00F75A42"/>
    <w:rsid w:val="00F75B39"/>
    <w:rsid w:val="00F7718F"/>
    <w:rsid w:val="00F82A70"/>
    <w:rsid w:val="00F82ED6"/>
    <w:rsid w:val="00F84277"/>
    <w:rsid w:val="00F85967"/>
    <w:rsid w:val="00F85C70"/>
    <w:rsid w:val="00F85F18"/>
    <w:rsid w:val="00F86915"/>
    <w:rsid w:val="00F87709"/>
    <w:rsid w:val="00F87B74"/>
    <w:rsid w:val="00F9008A"/>
    <w:rsid w:val="00F90C6C"/>
    <w:rsid w:val="00F931B5"/>
    <w:rsid w:val="00F95263"/>
    <w:rsid w:val="00F96FA8"/>
    <w:rsid w:val="00FA0FB0"/>
    <w:rsid w:val="00FA1FE7"/>
    <w:rsid w:val="00FA2254"/>
    <w:rsid w:val="00FA659C"/>
    <w:rsid w:val="00FB203E"/>
    <w:rsid w:val="00FC0DC7"/>
    <w:rsid w:val="00FC0E24"/>
    <w:rsid w:val="00FC3B2D"/>
    <w:rsid w:val="00FC62FB"/>
    <w:rsid w:val="00FC6459"/>
    <w:rsid w:val="00FD24C1"/>
    <w:rsid w:val="00FD3901"/>
    <w:rsid w:val="00FD4A5F"/>
    <w:rsid w:val="00FD521C"/>
    <w:rsid w:val="00FD5E20"/>
    <w:rsid w:val="00FE1C47"/>
    <w:rsid w:val="00FE4DF4"/>
    <w:rsid w:val="00FE5359"/>
    <w:rsid w:val="00FE77DB"/>
    <w:rsid w:val="00FF0B85"/>
    <w:rsid w:val="00FF523E"/>
    <w:rsid w:val="00FF7CBC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39934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7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tabs>
        <w:tab w:val="num" w:pos="1440"/>
      </w:tabs>
      <w:ind w:left="1440" w:hanging="720"/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7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7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7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7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7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1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1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1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1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1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1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1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2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3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4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1">
    <w:name w:val="EmailStyle701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5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1">
    <w:name w:val="EmailStyle741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Sublevel">
    <w:name w:val="Sub level"/>
    <w:basedOn w:val="Normal"/>
    <w:rsid w:val="00354941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rFonts w:ascii="Arial" w:hAnsi="Arial"/>
      <w:lang w:val="en-ZA" w:eastAsia="en-ZA"/>
    </w:rPr>
  </w:style>
  <w:style w:type="paragraph" w:customStyle="1" w:styleId="level2-head">
    <w:name w:val="level2-head"/>
    <w:basedOn w:val="Normal"/>
    <w:rsid w:val="00772296"/>
    <w:pPr>
      <w:numPr>
        <w:ilvl w:val="1"/>
        <w:numId w:val="12"/>
      </w:numPr>
      <w:tabs>
        <w:tab w:val="clear" w:pos="1440"/>
        <w:tab w:val="num" w:pos="992"/>
      </w:tabs>
      <w:spacing w:before="360" w:line="276" w:lineRule="auto"/>
      <w:ind w:left="992" w:hanging="708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3-text">
    <w:name w:val="level3-text"/>
    <w:basedOn w:val="Normal"/>
    <w:link w:val="level3-textChar"/>
    <w:rsid w:val="00632383"/>
    <w:pPr>
      <w:widowControl/>
      <w:spacing w:before="240" w:line="276" w:lineRule="auto"/>
      <w:ind w:left="1430"/>
    </w:pPr>
    <w:rPr>
      <w:rFonts w:ascii="Arial" w:hAnsi="Arial"/>
      <w:lang w:val="en-ZA" w:eastAsia="en-ZA"/>
    </w:rPr>
  </w:style>
  <w:style w:type="character" w:customStyle="1" w:styleId="level3-textChar">
    <w:name w:val="level3-text Char"/>
    <w:link w:val="level3-text"/>
    <w:rsid w:val="00632383"/>
    <w:rPr>
      <w:rFonts w:ascii="Arial" w:hAnsi="Arial"/>
      <w:sz w:val="22"/>
      <w:szCs w:val="22"/>
      <w:lang w:val="en-ZA" w:eastAsia="en-ZA" w:bidi="ar-SA"/>
    </w:rPr>
  </w:style>
  <w:style w:type="paragraph" w:customStyle="1" w:styleId="Cover">
    <w:name w:val="Cover"/>
    <w:basedOn w:val="Normal"/>
    <w:rsid w:val="00B0439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27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ED227E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AB4BD7"/>
    <w:rPr>
      <w:rFonts w:ascii="Garamond" w:hAnsi="Garamond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017C4-B937-489B-81F7-DA553C83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5</Pages>
  <Words>666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cp:lastModifiedBy/>
  <cp:revision>1</cp:revision>
  <cp:lastPrinted>2010-06-11T10:14:00Z</cp:lastPrinted>
  <dcterms:created xsi:type="dcterms:W3CDTF">2022-10-11T13:14:00Z</dcterms:created>
  <dcterms:modified xsi:type="dcterms:W3CDTF">2022-10-21T15:01:00Z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00000000420112D175B7004095B29E51EBF0DEF907001E4AB682D6D45F4C88A0B7126EE7C85F000000C8D2CA0000FB185BBA5C5B5542940B776EFEB1E222000358D9AA020000</vt:lpwstr>
  </property>
  <property fmtid="{D5CDD505-2E9C-101B-9397-08002B2CF9AE}" pid="7" name="_EmailStoreID">
    <vt:lpwstr>0000000038A1BB1005E5101AA1BB08002B2A56C20000454D534D44422E444C4C00000000000000001B55FA20AA6611CD9BC800AA002FC45A0C00000050544142524D53473032002F4F3D534152532F4F553D50544152332F636E3D526563697069656E74732F636E3D533130333536373000</vt:lpwstr>
  </property>
  <property fmtid="{D5CDD505-2E9C-101B-9397-08002B2CF9AE}" pid="8" name="_EmailStoreID0">
    <vt:lpwstr>0000000038A1BB1005E5101AA1BB08002B2A56C20000454D534D44422E444C4C00000000000000001B55FA20AA6611CD9BC800AA002FC45A0C000000494272617373656C40736172732E676F762E7A61002F6F3D534152532F6F753D45786368616E67652041646D696E6973747261746976652047726F75702028465944494</vt:lpwstr>
  </property>
  <property fmtid="{D5CDD505-2E9C-101B-9397-08002B2CF9AE}" pid="9" name="_EmailStoreID1">
    <vt:lpwstr>24F484632335350444C54292F636E3D526563697069656E74732F636E3D496C7365204272617373656C00E94632F43C000000020000001000000049004200720061007300730065006C00400073006100720073002E0067006F0076002E007A00610000000000</vt:lpwstr>
  </property>
</Properties>
</file>